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AA" w:rsidRPr="002A2B57" w:rsidRDefault="00DB0CAA" w:rsidP="008F2257">
      <w:pPr>
        <w:rPr>
          <w:sz w:val="28"/>
          <w:szCs w:val="28"/>
        </w:rPr>
      </w:pPr>
      <w:bookmarkStart w:id="0" w:name="_Toc284662721"/>
      <w:bookmarkStart w:id="1" w:name="_Toc284663347"/>
      <w:r w:rsidRPr="002A2B57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DB0CAA" w:rsidRPr="002A2B57" w:rsidRDefault="00DB0CAA" w:rsidP="008F2257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A2B57">
        <w:rPr>
          <w:sz w:val="28"/>
          <w:szCs w:val="28"/>
        </w:rPr>
        <w:t xml:space="preserve">«Средняя школа г. Новосокольники» </w:t>
      </w:r>
    </w:p>
    <w:p w:rsidR="00DB0CAA" w:rsidRDefault="00DB0CAA" w:rsidP="008F2257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A2B57">
        <w:rPr>
          <w:sz w:val="28"/>
          <w:szCs w:val="28"/>
        </w:rPr>
        <w:t>филиал «Окнийская школа»</w:t>
      </w:r>
    </w:p>
    <w:p w:rsidR="00DB0CAA" w:rsidRDefault="00DB0CAA" w:rsidP="008F2257">
      <w:pPr>
        <w:ind w:left="708" w:firstLine="708"/>
        <w:rPr>
          <w:sz w:val="28"/>
          <w:szCs w:val="28"/>
        </w:rPr>
      </w:pPr>
    </w:p>
    <w:p w:rsidR="00DB0CAA" w:rsidRDefault="00DB0CAA" w:rsidP="008F2257">
      <w:pPr>
        <w:ind w:left="708" w:firstLine="708"/>
        <w:rPr>
          <w:sz w:val="28"/>
          <w:szCs w:val="28"/>
        </w:rPr>
      </w:pPr>
    </w:p>
    <w:p w:rsidR="00DB0CAA" w:rsidRPr="002A2B57" w:rsidRDefault="00DB0CAA" w:rsidP="008F2257">
      <w:pPr>
        <w:ind w:left="708" w:firstLine="708"/>
        <w:rPr>
          <w:sz w:val="28"/>
          <w:szCs w:val="28"/>
        </w:rPr>
      </w:pPr>
    </w:p>
    <w:p w:rsidR="00DB0CAA" w:rsidRDefault="00DB0CAA" w:rsidP="00826337">
      <w:pPr>
        <w:ind w:hanging="1260"/>
        <w:jc w:val="center"/>
      </w:pPr>
      <w:r w:rsidRPr="00A549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117.75pt;visibility:visible">
            <v:imagedata r:id="rId7" o:title="" croptop="5205f" cropbottom="48114f" cropleft="8618f" cropright="2520f"/>
          </v:shape>
        </w:pict>
      </w:r>
    </w:p>
    <w:p w:rsidR="00DB0CAA" w:rsidRDefault="00DB0CAA" w:rsidP="008F2257"/>
    <w:p w:rsidR="00DB0CAA" w:rsidRDefault="00DB0CAA" w:rsidP="008F2257"/>
    <w:p w:rsidR="00DB0CAA" w:rsidRDefault="00DB0CAA" w:rsidP="008F2257"/>
    <w:p w:rsidR="00DB0CAA" w:rsidRDefault="00DB0CAA" w:rsidP="008F2257"/>
    <w:p w:rsidR="00DB0CAA" w:rsidRDefault="00DB0CAA" w:rsidP="008F2257"/>
    <w:p w:rsidR="00DB0CAA" w:rsidRDefault="00DB0CAA" w:rsidP="008F2257"/>
    <w:p w:rsidR="00DB0CAA" w:rsidRPr="007409B5" w:rsidRDefault="00DB0CAA" w:rsidP="008F2257">
      <w:pPr>
        <w:rPr>
          <w:sz w:val="32"/>
          <w:szCs w:val="32"/>
        </w:rPr>
      </w:pPr>
      <w:r w:rsidRPr="007409B5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 xml:space="preserve">        </w:t>
      </w:r>
      <w:r w:rsidRPr="007409B5">
        <w:rPr>
          <w:sz w:val="32"/>
          <w:szCs w:val="32"/>
        </w:rPr>
        <w:t>РАБОЧАЯ  ПРОГРАММА</w:t>
      </w:r>
    </w:p>
    <w:p w:rsidR="00DB0CAA" w:rsidRPr="007409B5" w:rsidRDefault="00DB0CAA" w:rsidP="008F2257">
      <w:pPr>
        <w:rPr>
          <w:sz w:val="32"/>
          <w:szCs w:val="32"/>
        </w:rPr>
      </w:pPr>
      <w:r w:rsidRPr="007409B5">
        <w:rPr>
          <w:sz w:val="32"/>
          <w:szCs w:val="32"/>
        </w:rPr>
        <w:t xml:space="preserve">                </w:t>
      </w:r>
      <w:r>
        <w:rPr>
          <w:sz w:val="32"/>
          <w:szCs w:val="32"/>
        </w:rPr>
        <w:t xml:space="preserve">        по учебному предмету</w:t>
      </w:r>
      <w:r w:rsidRPr="007409B5">
        <w:rPr>
          <w:sz w:val="32"/>
          <w:szCs w:val="32"/>
        </w:rPr>
        <w:t xml:space="preserve"> «</w:t>
      </w:r>
      <w:r>
        <w:rPr>
          <w:sz w:val="32"/>
          <w:szCs w:val="32"/>
        </w:rPr>
        <w:t>АЛГЕБРА</w:t>
      </w:r>
      <w:r w:rsidRPr="007409B5">
        <w:rPr>
          <w:sz w:val="32"/>
          <w:szCs w:val="32"/>
        </w:rPr>
        <w:t xml:space="preserve">» </w:t>
      </w:r>
    </w:p>
    <w:p w:rsidR="00DB0CAA" w:rsidRDefault="00DB0CAA" w:rsidP="008F2257">
      <w:pPr>
        <w:tabs>
          <w:tab w:val="left" w:pos="2850"/>
        </w:tabs>
      </w:pPr>
      <w:r>
        <w:rPr>
          <w:sz w:val="28"/>
          <w:szCs w:val="28"/>
        </w:rPr>
        <w:t xml:space="preserve">                 </w:t>
      </w:r>
    </w:p>
    <w:p w:rsidR="00DB0CAA" w:rsidRDefault="00DB0CAA" w:rsidP="008F2257">
      <w:r>
        <w:tab/>
      </w:r>
      <w:r>
        <w:tab/>
      </w:r>
      <w:r>
        <w:tab/>
        <w:t xml:space="preserve">              </w:t>
      </w:r>
    </w:p>
    <w:p w:rsidR="00DB0CAA" w:rsidRDefault="00DB0CAA" w:rsidP="008F2257">
      <w:pPr>
        <w:ind w:left="2832"/>
      </w:pPr>
    </w:p>
    <w:p w:rsidR="00DB0CAA" w:rsidRDefault="00DB0CAA" w:rsidP="008F2257">
      <w:pPr>
        <w:ind w:left="2832"/>
        <w:rPr>
          <w:b/>
          <w:bCs/>
          <w:sz w:val="36"/>
          <w:szCs w:val="36"/>
        </w:rPr>
      </w:pPr>
      <w:r>
        <w:t xml:space="preserve">  </w:t>
      </w:r>
      <w:r>
        <w:rPr>
          <w:b/>
          <w:bCs/>
          <w:sz w:val="36"/>
          <w:szCs w:val="36"/>
        </w:rPr>
        <w:t>7</w:t>
      </w:r>
      <w:r w:rsidRPr="007409B5">
        <w:rPr>
          <w:b/>
          <w:bCs/>
          <w:sz w:val="36"/>
          <w:szCs w:val="36"/>
        </w:rPr>
        <w:t xml:space="preserve"> – 9 классы.</w:t>
      </w:r>
    </w:p>
    <w:p w:rsidR="00DB0CAA" w:rsidRDefault="00DB0CAA" w:rsidP="008F2257">
      <w:pPr>
        <w:tabs>
          <w:tab w:val="left" w:pos="3336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</w:p>
    <w:p w:rsidR="00DB0CAA" w:rsidRDefault="00DB0CAA" w:rsidP="008F22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DB0CAA" w:rsidRDefault="00DB0CAA" w:rsidP="008F2257">
      <w:pPr>
        <w:rPr>
          <w:sz w:val="28"/>
          <w:szCs w:val="28"/>
        </w:rPr>
      </w:pPr>
    </w:p>
    <w:p w:rsidR="00DB0CAA" w:rsidRDefault="00DB0CAA" w:rsidP="008F2257">
      <w:pPr>
        <w:rPr>
          <w:sz w:val="28"/>
          <w:szCs w:val="28"/>
        </w:rPr>
      </w:pPr>
    </w:p>
    <w:p w:rsidR="00DB0CAA" w:rsidRDefault="00DB0CAA" w:rsidP="008F22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7409B5">
        <w:rPr>
          <w:sz w:val="28"/>
          <w:szCs w:val="28"/>
        </w:rPr>
        <w:t xml:space="preserve">Срок освоения – </w:t>
      </w:r>
      <w:r>
        <w:rPr>
          <w:sz w:val="28"/>
          <w:szCs w:val="28"/>
        </w:rPr>
        <w:t>3</w:t>
      </w:r>
      <w:r w:rsidRPr="007409B5">
        <w:rPr>
          <w:sz w:val="28"/>
          <w:szCs w:val="28"/>
        </w:rPr>
        <w:t xml:space="preserve"> лет.</w:t>
      </w:r>
    </w:p>
    <w:p w:rsidR="00DB0CAA" w:rsidRDefault="00DB0CAA" w:rsidP="008F2257">
      <w:pPr>
        <w:rPr>
          <w:sz w:val="28"/>
          <w:szCs w:val="28"/>
        </w:rPr>
      </w:pPr>
    </w:p>
    <w:p w:rsidR="00DB0CAA" w:rsidRDefault="00DB0CAA" w:rsidP="008F2257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DB0CAA" w:rsidRDefault="00DB0CAA" w:rsidP="008F2257">
      <w:pPr>
        <w:tabs>
          <w:tab w:val="left" w:pos="5580"/>
        </w:tabs>
        <w:rPr>
          <w:sz w:val="28"/>
          <w:szCs w:val="28"/>
        </w:rPr>
      </w:pPr>
    </w:p>
    <w:p w:rsidR="00DB0CAA" w:rsidRDefault="00DB0CAA" w:rsidP="008F2257">
      <w:pPr>
        <w:tabs>
          <w:tab w:val="left" w:pos="5580"/>
        </w:tabs>
        <w:rPr>
          <w:sz w:val="28"/>
          <w:szCs w:val="28"/>
        </w:rPr>
      </w:pPr>
    </w:p>
    <w:p w:rsidR="00DB0CAA" w:rsidRDefault="00DB0CAA" w:rsidP="008F2257">
      <w:pPr>
        <w:tabs>
          <w:tab w:val="left" w:pos="5580"/>
        </w:tabs>
        <w:rPr>
          <w:sz w:val="28"/>
          <w:szCs w:val="28"/>
        </w:rPr>
      </w:pPr>
    </w:p>
    <w:p w:rsidR="00DB0CAA" w:rsidRPr="002A2B57" w:rsidRDefault="00DB0CAA" w:rsidP="008F2257">
      <w:pPr>
        <w:tabs>
          <w:tab w:val="left" w:pos="5580"/>
        </w:tabs>
      </w:pPr>
      <w:r>
        <w:rPr>
          <w:sz w:val="28"/>
          <w:szCs w:val="28"/>
        </w:rPr>
        <w:t xml:space="preserve">                                                                               </w:t>
      </w:r>
      <w:r w:rsidRPr="002A2B57">
        <w:t>Составител</w:t>
      </w:r>
      <w:r>
        <w:t>ь</w:t>
      </w:r>
      <w:r w:rsidRPr="002A2B57">
        <w:t xml:space="preserve">: Ермолаева Н. В. </w:t>
      </w:r>
    </w:p>
    <w:p w:rsidR="00DB0CAA" w:rsidRPr="007409B5" w:rsidRDefault="00DB0CAA" w:rsidP="008F2257">
      <w:pPr>
        <w:tabs>
          <w:tab w:val="left" w:pos="5580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DB0CAA" w:rsidRDefault="00DB0CAA" w:rsidP="008F2257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DB0CAA" w:rsidRDefault="00DB0CAA" w:rsidP="0079335C">
      <w:pPr>
        <w:tabs>
          <w:tab w:val="left" w:pos="6663"/>
        </w:tabs>
        <w:ind w:left="3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79335C">
      <w:pPr>
        <w:tabs>
          <w:tab w:val="left" w:pos="6663"/>
        </w:tabs>
        <w:ind w:left="3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79335C">
      <w:pPr>
        <w:tabs>
          <w:tab w:val="left" w:pos="6663"/>
        </w:tabs>
        <w:ind w:left="3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79335C">
      <w:pPr>
        <w:tabs>
          <w:tab w:val="left" w:pos="6663"/>
        </w:tabs>
        <w:ind w:left="3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79335C">
      <w:pPr>
        <w:tabs>
          <w:tab w:val="left" w:pos="6663"/>
        </w:tabs>
        <w:ind w:left="3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79335C">
      <w:pPr>
        <w:tabs>
          <w:tab w:val="left" w:pos="6663"/>
        </w:tabs>
        <w:ind w:left="3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79335C">
      <w:pPr>
        <w:tabs>
          <w:tab w:val="left" w:pos="6663"/>
        </w:tabs>
        <w:ind w:left="3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79335C" w:rsidRDefault="00DB0CAA" w:rsidP="0079335C">
      <w:pPr>
        <w:tabs>
          <w:tab w:val="left" w:pos="6663"/>
        </w:tabs>
        <w:ind w:left="360"/>
        <w:jc w:val="center"/>
        <w:rPr>
          <w:b/>
          <w:bCs/>
          <w:i/>
          <w:iCs/>
          <w:sz w:val="28"/>
          <w:szCs w:val="28"/>
        </w:rPr>
      </w:pPr>
      <w:r w:rsidRPr="0079335C">
        <w:rPr>
          <w:b/>
          <w:bCs/>
          <w:i/>
          <w:iCs/>
          <w:sz w:val="28"/>
          <w:szCs w:val="28"/>
          <w:u w:val="single"/>
        </w:rPr>
        <w:t>1.Планируемые результаты</w:t>
      </w:r>
    </w:p>
    <w:p w:rsidR="00DB0CAA" w:rsidRDefault="00DB0CAA" w:rsidP="004D47FF">
      <w:pPr>
        <w:jc w:val="both"/>
        <w:rPr>
          <w:b/>
          <w:bCs/>
          <w:i/>
          <w:iCs/>
          <w:sz w:val="28"/>
          <w:szCs w:val="28"/>
        </w:rPr>
      </w:pPr>
    </w:p>
    <w:p w:rsidR="00DB0CAA" w:rsidRDefault="00DB0CAA" w:rsidP="004D47FF">
      <w:pPr>
        <w:jc w:val="both"/>
        <w:rPr>
          <w:b/>
          <w:bCs/>
          <w:i/>
          <w:iCs/>
          <w:sz w:val="28"/>
          <w:szCs w:val="28"/>
        </w:rPr>
      </w:pPr>
      <w:r w:rsidRPr="004D47FF">
        <w:rPr>
          <w:b/>
          <w:bCs/>
          <w:i/>
          <w:iCs/>
          <w:sz w:val="28"/>
          <w:szCs w:val="28"/>
        </w:rPr>
        <w:t>Выпускник научится</w:t>
      </w:r>
      <w:r>
        <w:rPr>
          <w:b/>
          <w:bCs/>
          <w:i/>
          <w:iCs/>
          <w:sz w:val="28"/>
          <w:szCs w:val="28"/>
        </w:rPr>
        <w:t>:</w:t>
      </w:r>
      <w:r w:rsidRPr="004D47FF">
        <w:rPr>
          <w:b/>
          <w:bCs/>
          <w:i/>
          <w:iCs/>
          <w:sz w:val="28"/>
          <w:szCs w:val="28"/>
        </w:rPr>
        <w:t xml:space="preserve"> </w:t>
      </w:r>
      <w:bookmarkEnd w:id="0"/>
      <w:bookmarkEnd w:id="1"/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Элементы теории множеств и математической логики</w:t>
      </w:r>
    </w:p>
    <w:p w:rsidR="00DB0CAA" w:rsidRPr="00E350AB" w:rsidRDefault="00DB0CAA" w:rsidP="004D47FF">
      <w:pPr>
        <w:jc w:val="both"/>
      </w:pPr>
      <w:r w:rsidRPr="00E350AB">
        <w:t>Оперировать на базовом уровне понятиями: множество, элемент множества, подмножество, принадлежность;</w:t>
      </w:r>
    </w:p>
    <w:p w:rsidR="00DB0CAA" w:rsidRPr="00E350AB" w:rsidRDefault="00DB0CAA" w:rsidP="004D47FF">
      <w:pPr>
        <w:jc w:val="both"/>
      </w:pPr>
      <w:r w:rsidRPr="00E350AB">
        <w:t>задавать множества перечислением их элементов;</w:t>
      </w:r>
    </w:p>
    <w:p w:rsidR="00DB0CAA" w:rsidRPr="00E350AB" w:rsidRDefault="00DB0CAA" w:rsidP="004D47FF">
      <w:pPr>
        <w:jc w:val="both"/>
      </w:pPr>
      <w:r w:rsidRPr="00E350AB">
        <w:t>находить пересечение, объединение, подмножество в простейших ситуациях;</w:t>
      </w:r>
    </w:p>
    <w:p w:rsidR="00DB0CAA" w:rsidRPr="00E350AB" w:rsidRDefault="00DB0CAA" w:rsidP="004D47FF">
      <w:pPr>
        <w:jc w:val="both"/>
      </w:pPr>
      <w:r w:rsidRPr="00E350AB">
        <w:t>оперировать на базовом уровне понятиями: определение, аксиома, теорема, доказательство;</w:t>
      </w:r>
    </w:p>
    <w:p w:rsidR="00DB0CAA" w:rsidRPr="00E350AB" w:rsidRDefault="00DB0CAA" w:rsidP="004D47FF">
      <w:pPr>
        <w:jc w:val="both"/>
      </w:pPr>
      <w:r w:rsidRPr="00E350AB">
        <w:t>приводить примеры и контрпримеры для подтверж</w:t>
      </w:r>
      <w:r>
        <w:t>д</w:t>
      </w:r>
      <w:r w:rsidRPr="00E350AB">
        <w:t>ения своих высказываний.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Числа</w:t>
      </w:r>
    </w:p>
    <w:p w:rsidR="00DB0CAA" w:rsidRPr="00E350AB" w:rsidRDefault="00DB0CAA" w:rsidP="004D47FF">
      <w:pPr>
        <w:jc w:val="both"/>
      </w:pPr>
      <w:r w:rsidRPr="00E350AB"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DB0CAA" w:rsidRPr="00E350AB" w:rsidRDefault="00DB0CAA" w:rsidP="004D47FF">
      <w:pPr>
        <w:jc w:val="both"/>
      </w:pPr>
      <w:r w:rsidRPr="00E350AB">
        <w:t>использовать свойства чисел и правила действий при выполнении вычислений;</w:t>
      </w:r>
    </w:p>
    <w:p w:rsidR="00DB0CAA" w:rsidRPr="00E350AB" w:rsidRDefault="00DB0CAA" w:rsidP="004D47FF">
      <w:pPr>
        <w:jc w:val="both"/>
      </w:pPr>
      <w:r w:rsidRPr="00E350AB">
        <w:t>использовать признаки делимости на 2, 5, 3, 9, 10 при выполнении вычислений и решении несложных задач;</w:t>
      </w:r>
    </w:p>
    <w:p w:rsidR="00DB0CAA" w:rsidRPr="00E350AB" w:rsidRDefault="00DB0CAA" w:rsidP="004D47FF">
      <w:pPr>
        <w:jc w:val="both"/>
      </w:pPr>
      <w:r w:rsidRPr="00E350AB">
        <w:t>выполнять округление рациональных чисел в соответствии с правилами;</w:t>
      </w:r>
    </w:p>
    <w:p w:rsidR="00DB0CAA" w:rsidRPr="00E350AB" w:rsidRDefault="00DB0CAA" w:rsidP="004D47FF">
      <w:pPr>
        <w:jc w:val="both"/>
      </w:pPr>
      <w:r w:rsidRPr="00E350AB">
        <w:t xml:space="preserve">оценивать значение квадратного корня из положительного целого числа; </w:t>
      </w:r>
    </w:p>
    <w:p w:rsidR="00DB0CAA" w:rsidRPr="00E350AB" w:rsidRDefault="00DB0CAA" w:rsidP="004D47FF">
      <w:pPr>
        <w:jc w:val="both"/>
      </w:pPr>
      <w:r w:rsidRPr="00E350AB">
        <w:t>распознавать рациональные и иррациональные числа;</w:t>
      </w:r>
    </w:p>
    <w:p w:rsidR="00DB0CAA" w:rsidRPr="00E350AB" w:rsidRDefault="00DB0CAA" w:rsidP="004D47FF">
      <w:pPr>
        <w:jc w:val="both"/>
      </w:pPr>
      <w:r w:rsidRPr="00E350AB">
        <w:t>сравнивать числа.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оценивать результаты вычислений при решении практических задач;</w:t>
      </w:r>
    </w:p>
    <w:p w:rsidR="00DB0CAA" w:rsidRPr="00E350AB" w:rsidRDefault="00DB0CAA" w:rsidP="004D47FF">
      <w:pPr>
        <w:jc w:val="both"/>
      </w:pPr>
      <w:r w:rsidRPr="00E350AB">
        <w:t>выполнять сравнение чисел в реальных ситуациях;</w:t>
      </w:r>
    </w:p>
    <w:p w:rsidR="00DB0CAA" w:rsidRPr="00E350AB" w:rsidRDefault="00DB0CAA" w:rsidP="004D47FF">
      <w:pPr>
        <w:jc w:val="both"/>
      </w:pPr>
      <w:r w:rsidRPr="00E350AB">
        <w:t>составлять числовые выражения при решении практических задач и задач из других учебных предметов.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Тождественные преобразования</w:t>
      </w:r>
    </w:p>
    <w:p w:rsidR="00DB0CAA" w:rsidRPr="00E350AB" w:rsidRDefault="00DB0CAA" w:rsidP="004D47FF">
      <w:pPr>
        <w:jc w:val="both"/>
      </w:pPr>
      <w:r w:rsidRPr="00E350AB"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DB0CAA" w:rsidRPr="00E350AB" w:rsidRDefault="00DB0CAA" w:rsidP="004D47FF">
      <w:pPr>
        <w:jc w:val="both"/>
      </w:pPr>
      <w:r w:rsidRPr="00E350AB">
        <w:t>выполнять несложные преобразования целых выражений: раскрывать скобки, приводить подобные слагаемые;</w:t>
      </w:r>
    </w:p>
    <w:p w:rsidR="00DB0CAA" w:rsidRPr="00E350AB" w:rsidRDefault="00DB0CAA" w:rsidP="004D47FF">
      <w:pPr>
        <w:jc w:val="both"/>
      </w:pPr>
      <w:r w:rsidRPr="00E350AB"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DB0CAA" w:rsidRPr="00E350AB" w:rsidRDefault="00DB0CAA" w:rsidP="004D47FF">
      <w:pPr>
        <w:jc w:val="both"/>
      </w:pPr>
      <w:r w:rsidRPr="00E350AB">
        <w:t>выполнять несложные преобразования дробно-линейных выражений и выражений с квадратными корнями.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 xml:space="preserve">понимать смысл записи числа в стандартном виде; </w:t>
      </w:r>
    </w:p>
    <w:p w:rsidR="00DB0CAA" w:rsidRPr="00E350AB" w:rsidRDefault="00DB0CAA" w:rsidP="004D47FF">
      <w:pPr>
        <w:jc w:val="both"/>
      </w:pPr>
      <w:r w:rsidRPr="00E350AB">
        <w:t>оперировать на базовом уровне понятием «стандартная запись числа».</w:t>
      </w:r>
    </w:p>
    <w:p w:rsidR="00DB0CAA" w:rsidRPr="004D47FF" w:rsidRDefault="00DB0CAA" w:rsidP="004D47FF">
      <w:pPr>
        <w:tabs>
          <w:tab w:val="left" w:pos="225"/>
          <w:tab w:val="center" w:pos="4677"/>
          <w:tab w:val="left" w:pos="6663"/>
        </w:tabs>
        <w:rPr>
          <w:b/>
          <w:bCs/>
          <w:i/>
          <w:iCs/>
        </w:rPr>
      </w:pPr>
      <w:r>
        <w:tab/>
      </w:r>
      <w:r w:rsidRPr="004D47FF">
        <w:rPr>
          <w:b/>
          <w:bCs/>
          <w:i/>
          <w:iCs/>
        </w:rPr>
        <w:t>Уравнения и неравенства</w:t>
      </w:r>
    </w:p>
    <w:p w:rsidR="00DB0CAA" w:rsidRPr="00E350AB" w:rsidRDefault="00DB0CAA" w:rsidP="004D47FF">
      <w:pPr>
        <w:jc w:val="both"/>
      </w:pPr>
      <w:r w:rsidRPr="00E350AB"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DB0CAA" w:rsidRPr="00E350AB" w:rsidRDefault="00DB0CAA" w:rsidP="004D47FF">
      <w:pPr>
        <w:jc w:val="both"/>
      </w:pPr>
      <w:r w:rsidRPr="00E350AB">
        <w:t>проверять справедливость числовых равенств и неравенств;</w:t>
      </w:r>
    </w:p>
    <w:p w:rsidR="00DB0CAA" w:rsidRPr="00E350AB" w:rsidRDefault="00DB0CAA" w:rsidP="004D47FF">
      <w:pPr>
        <w:jc w:val="both"/>
      </w:pPr>
      <w:r w:rsidRPr="00E350AB">
        <w:t>решать линейные неравенства и несложные неравенства, сводящиеся к линейным;</w:t>
      </w:r>
    </w:p>
    <w:p w:rsidR="00DB0CAA" w:rsidRPr="00E350AB" w:rsidRDefault="00DB0CAA" w:rsidP="004D47FF">
      <w:pPr>
        <w:jc w:val="both"/>
      </w:pPr>
      <w:r w:rsidRPr="00E350AB">
        <w:t>решать системы несложных линейных уравнений, неравенств;</w:t>
      </w:r>
    </w:p>
    <w:p w:rsidR="00DB0CAA" w:rsidRPr="00E350AB" w:rsidRDefault="00DB0CAA" w:rsidP="004D47FF">
      <w:pPr>
        <w:jc w:val="both"/>
      </w:pPr>
      <w:r w:rsidRPr="00E350AB">
        <w:t>проверять, является ли данное число решением уравнения (неравенства);</w:t>
      </w:r>
    </w:p>
    <w:p w:rsidR="00DB0CAA" w:rsidRPr="00E350AB" w:rsidRDefault="00DB0CAA" w:rsidP="004D47FF">
      <w:pPr>
        <w:jc w:val="both"/>
      </w:pPr>
      <w:r w:rsidRPr="00E350AB">
        <w:t>решать квадратные уравнения по формуле корней квадратного уравнения;</w:t>
      </w:r>
    </w:p>
    <w:p w:rsidR="00DB0CAA" w:rsidRPr="00E350AB" w:rsidRDefault="00DB0CAA" w:rsidP="004D47FF">
      <w:pPr>
        <w:jc w:val="both"/>
      </w:pPr>
      <w:r w:rsidRPr="00E350AB">
        <w:t>изображать решения неравенств и их систем на числовой прямой.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составлять и решать линейные уравнения при решении задач, возникающих в других учебных предметах.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Функции</w:t>
      </w:r>
    </w:p>
    <w:p w:rsidR="00DB0CAA" w:rsidRPr="00E350AB" w:rsidRDefault="00DB0CAA" w:rsidP="004D47FF">
      <w:pPr>
        <w:jc w:val="both"/>
      </w:pPr>
      <w:r w:rsidRPr="00E350AB">
        <w:t xml:space="preserve">Находить значение функции по заданному значению аргумента; </w:t>
      </w:r>
    </w:p>
    <w:p w:rsidR="00DB0CAA" w:rsidRPr="00E350AB" w:rsidRDefault="00DB0CAA" w:rsidP="004D47FF">
      <w:pPr>
        <w:jc w:val="both"/>
      </w:pPr>
      <w:r w:rsidRPr="00E350AB">
        <w:t>находить значение аргумента по заданному значению функции в несложных ситуациях;</w:t>
      </w:r>
    </w:p>
    <w:p w:rsidR="00DB0CAA" w:rsidRPr="00E350AB" w:rsidRDefault="00DB0CAA" w:rsidP="004D47FF">
      <w:pPr>
        <w:jc w:val="both"/>
      </w:pPr>
      <w:r w:rsidRPr="00E350AB">
        <w:t>определять положение точки по её координатам, координаты точки по её положению на координатной плоскости;</w:t>
      </w:r>
    </w:p>
    <w:p w:rsidR="00DB0CAA" w:rsidRPr="00E350AB" w:rsidRDefault="00DB0CAA" w:rsidP="004D47FF">
      <w:pPr>
        <w:jc w:val="both"/>
      </w:pPr>
      <w:r w:rsidRPr="00E350AB"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:rsidR="00DB0CAA" w:rsidRPr="00E350AB" w:rsidRDefault="00DB0CAA" w:rsidP="004D47FF">
      <w:pPr>
        <w:jc w:val="both"/>
      </w:pPr>
      <w:r w:rsidRPr="00E350AB">
        <w:t>строить график линейной функции;</w:t>
      </w:r>
    </w:p>
    <w:p w:rsidR="00DB0CAA" w:rsidRPr="00E350AB" w:rsidRDefault="00DB0CAA" w:rsidP="004D47FF">
      <w:pPr>
        <w:jc w:val="both"/>
      </w:pPr>
      <w:r w:rsidRPr="00E350AB"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DB0CAA" w:rsidRPr="00E350AB" w:rsidRDefault="00DB0CAA" w:rsidP="004D47FF">
      <w:pPr>
        <w:jc w:val="both"/>
      </w:pPr>
      <w:r w:rsidRPr="00E350AB">
        <w:t>определять приближённые значения координат точки пересечения графиков функций;</w:t>
      </w:r>
    </w:p>
    <w:p w:rsidR="00DB0CAA" w:rsidRPr="00E350AB" w:rsidRDefault="00DB0CAA" w:rsidP="004D47FF">
      <w:pPr>
        <w:jc w:val="both"/>
      </w:pPr>
      <w:r w:rsidRPr="00E350AB"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DB0CAA" w:rsidRPr="00E350AB" w:rsidRDefault="00DB0CAA" w:rsidP="004D47FF">
      <w:pPr>
        <w:jc w:val="both"/>
      </w:pPr>
      <w:r w:rsidRPr="00E350AB">
        <w:t>решать задачи на прогрессии, в которых ответ может быть получен непосредственным подсчётом без применения формул.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DB0CAA" w:rsidRPr="00E350AB" w:rsidRDefault="00DB0CAA" w:rsidP="004D47FF">
      <w:pPr>
        <w:jc w:val="both"/>
      </w:pPr>
      <w:r w:rsidRPr="00E350AB">
        <w:t>использовать свойства линейной функции и ее график при решении задач из других учебных предметов.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 xml:space="preserve">Статистика и теория вероятностей </w:t>
      </w:r>
    </w:p>
    <w:p w:rsidR="00DB0CAA" w:rsidRPr="00E350AB" w:rsidRDefault="00DB0CAA" w:rsidP="004D47FF">
      <w:pPr>
        <w:jc w:val="both"/>
      </w:pPr>
      <w:r w:rsidRPr="00E350AB">
        <w:t>Иметь представление о статистических характеристиках, вероятности случайного события, комбинаторных задачах;</w:t>
      </w:r>
    </w:p>
    <w:p w:rsidR="00DB0CAA" w:rsidRPr="00E350AB" w:rsidRDefault="00DB0CAA" w:rsidP="004D47FF">
      <w:pPr>
        <w:jc w:val="both"/>
      </w:pPr>
      <w:r w:rsidRPr="00E350AB">
        <w:t>решать простейшие комбинаторные задачи методом прямого и организованного перебора;</w:t>
      </w:r>
    </w:p>
    <w:p w:rsidR="00DB0CAA" w:rsidRPr="00E350AB" w:rsidRDefault="00DB0CAA" w:rsidP="004D47FF">
      <w:pPr>
        <w:jc w:val="both"/>
      </w:pPr>
      <w:r w:rsidRPr="00E350AB">
        <w:t>представлять данные в виде таблиц, диаграмм, графиков;</w:t>
      </w:r>
    </w:p>
    <w:p w:rsidR="00DB0CAA" w:rsidRPr="00E350AB" w:rsidRDefault="00DB0CAA" w:rsidP="004D47FF">
      <w:pPr>
        <w:jc w:val="both"/>
      </w:pPr>
      <w:r w:rsidRPr="00E350AB">
        <w:t>читать информацию, представленную в виде таблицы, диаграммы, графика;</w:t>
      </w:r>
    </w:p>
    <w:p w:rsidR="00DB0CAA" w:rsidRPr="00E350AB" w:rsidRDefault="00DB0CAA" w:rsidP="004D47FF">
      <w:pPr>
        <w:jc w:val="both"/>
      </w:pPr>
      <w:r w:rsidRPr="00E350AB">
        <w:t>определять основные статистические характеристики числовых наборов;</w:t>
      </w:r>
    </w:p>
    <w:p w:rsidR="00DB0CAA" w:rsidRPr="00E350AB" w:rsidRDefault="00DB0CAA" w:rsidP="004D47FF">
      <w:pPr>
        <w:jc w:val="both"/>
      </w:pPr>
      <w:r w:rsidRPr="00E350AB">
        <w:t>оценивать вероятность события в простейших случаях;</w:t>
      </w:r>
    </w:p>
    <w:p w:rsidR="00DB0CAA" w:rsidRPr="00E350AB" w:rsidRDefault="00DB0CAA" w:rsidP="004D47FF">
      <w:pPr>
        <w:jc w:val="both"/>
      </w:pPr>
      <w:r w:rsidRPr="00E350AB">
        <w:t>иметь представление о роли закона больших чисел в массовых явлениях.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оценивать количество возможных вариантов методом перебора;</w:t>
      </w:r>
    </w:p>
    <w:p w:rsidR="00DB0CAA" w:rsidRPr="00E350AB" w:rsidRDefault="00DB0CAA" w:rsidP="004D47FF">
      <w:pPr>
        <w:jc w:val="both"/>
      </w:pPr>
      <w:r w:rsidRPr="00E350AB">
        <w:t>иметь представление о роли практически достоверных и маловероятных событий;</w:t>
      </w:r>
    </w:p>
    <w:p w:rsidR="00DB0CAA" w:rsidRPr="00E350AB" w:rsidRDefault="00DB0CAA" w:rsidP="004D47FF">
      <w:pPr>
        <w:jc w:val="both"/>
      </w:pPr>
      <w:r w:rsidRPr="00E350AB">
        <w:t xml:space="preserve">сравнивать основные статистические характеристики, полученные в процессе решения прикладной задачи, изучения реального явления; </w:t>
      </w:r>
    </w:p>
    <w:p w:rsidR="00DB0CAA" w:rsidRPr="00E350AB" w:rsidRDefault="00DB0CAA" w:rsidP="004D47FF">
      <w:pPr>
        <w:jc w:val="both"/>
      </w:pPr>
      <w:r w:rsidRPr="00E350AB">
        <w:t>оценивать вероятность реальных событий и явлений в несложных ситуациях.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Текстовые задачи</w:t>
      </w:r>
    </w:p>
    <w:p w:rsidR="00DB0CAA" w:rsidRPr="00E350AB" w:rsidRDefault="00DB0CAA" w:rsidP="004D47FF">
      <w:pPr>
        <w:jc w:val="both"/>
      </w:pPr>
      <w:r w:rsidRPr="00E350AB">
        <w:t>Решать несложные сюжетные задачи разных типов на все арифметические действия;</w:t>
      </w:r>
    </w:p>
    <w:p w:rsidR="00DB0CAA" w:rsidRPr="00E350AB" w:rsidRDefault="00DB0CAA" w:rsidP="004D47FF">
      <w:pPr>
        <w:jc w:val="both"/>
      </w:pPr>
      <w:r w:rsidRPr="00E350AB"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DB0CAA" w:rsidRPr="00E350AB" w:rsidRDefault="00DB0CAA" w:rsidP="004D47FF">
      <w:pPr>
        <w:jc w:val="both"/>
      </w:pPr>
      <w:r w:rsidRPr="00E350AB"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DB0CAA" w:rsidRPr="00E350AB" w:rsidRDefault="00DB0CAA" w:rsidP="004D47FF">
      <w:pPr>
        <w:jc w:val="both"/>
      </w:pPr>
      <w:r w:rsidRPr="00E350AB">
        <w:t xml:space="preserve">составлять план решения задачи; </w:t>
      </w:r>
    </w:p>
    <w:p w:rsidR="00DB0CAA" w:rsidRPr="00E350AB" w:rsidRDefault="00DB0CAA" w:rsidP="004D47FF">
      <w:pPr>
        <w:jc w:val="both"/>
      </w:pPr>
      <w:r w:rsidRPr="00E350AB">
        <w:t>выделять этапы решения задачи;</w:t>
      </w:r>
    </w:p>
    <w:p w:rsidR="00DB0CAA" w:rsidRPr="00E350AB" w:rsidRDefault="00DB0CAA" w:rsidP="004D47FF">
      <w:pPr>
        <w:jc w:val="both"/>
      </w:pPr>
      <w:r w:rsidRPr="00E350AB">
        <w:t>интерпретировать вычислительные результаты в задаче, исследовать полученное решение задачи;</w:t>
      </w:r>
    </w:p>
    <w:p w:rsidR="00DB0CAA" w:rsidRPr="00E350AB" w:rsidRDefault="00DB0CAA" w:rsidP="004D47FF">
      <w:pPr>
        <w:jc w:val="both"/>
      </w:pPr>
      <w:r w:rsidRPr="00E350AB">
        <w:t>знать различие скоростей объекта в стоячей воде, против течения и по течению реки;</w:t>
      </w:r>
    </w:p>
    <w:p w:rsidR="00DB0CAA" w:rsidRPr="00E350AB" w:rsidRDefault="00DB0CAA" w:rsidP="004D47FF">
      <w:pPr>
        <w:jc w:val="both"/>
      </w:pPr>
      <w:r w:rsidRPr="00E350AB">
        <w:t>решать задачи на нахождение части числа и числа по его части;</w:t>
      </w:r>
    </w:p>
    <w:p w:rsidR="00DB0CAA" w:rsidRPr="00E350AB" w:rsidRDefault="00DB0CAA" w:rsidP="004D47FF">
      <w:pPr>
        <w:jc w:val="both"/>
      </w:pPr>
      <w:r w:rsidRPr="00E350AB"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DB0CAA" w:rsidRPr="00E350AB" w:rsidRDefault="00DB0CAA" w:rsidP="004D47FF">
      <w:pPr>
        <w:jc w:val="both"/>
      </w:pPr>
      <w:r w:rsidRPr="00E350AB"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DB0CAA" w:rsidRPr="00E350AB" w:rsidRDefault="00DB0CAA" w:rsidP="004D47FF">
      <w:pPr>
        <w:jc w:val="both"/>
      </w:pPr>
      <w:r w:rsidRPr="00E350AB">
        <w:t>решать несложные логические задачи методом рассуждений.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выдвигать гипотезы о возможных предельных значениях искомых в задаче величин (делать прикидку).</w:t>
      </w:r>
    </w:p>
    <w:p w:rsidR="00DB0CAA" w:rsidRPr="00E350AB" w:rsidRDefault="00DB0CAA" w:rsidP="004D47FF">
      <w:pPr>
        <w:jc w:val="both"/>
      </w:pPr>
      <w:r w:rsidRPr="00E350AB">
        <w:t>знать примеры математических открытий и их авторов, в связи с отечественной и всемирной историей;</w:t>
      </w:r>
    </w:p>
    <w:p w:rsidR="00DB0CAA" w:rsidRPr="00E350AB" w:rsidRDefault="00DB0CAA" w:rsidP="004D47FF">
      <w:pPr>
        <w:jc w:val="both"/>
      </w:pPr>
      <w:r w:rsidRPr="00E350AB">
        <w:t>понимать роль математики в развитии России.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 xml:space="preserve">Методы математики </w:t>
      </w:r>
    </w:p>
    <w:p w:rsidR="00DB0CAA" w:rsidRPr="00E350AB" w:rsidRDefault="00DB0CAA" w:rsidP="004D47FF">
      <w:pPr>
        <w:jc w:val="both"/>
      </w:pPr>
      <w:r w:rsidRPr="00E350AB">
        <w:t>Выбирать подходящий изученный метод для решении изученных типов математических задач;</w:t>
      </w:r>
    </w:p>
    <w:p w:rsidR="00DB0CAA" w:rsidRPr="00E350AB" w:rsidRDefault="00DB0CAA" w:rsidP="004D47FF">
      <w:pPr>
        <w:jc w:val="both"/>
      </w:pPr>
      <w:r w:rsidRPr="00E350AB">
        <w:t>Приводить примеры математических закономерностей в окружающей действительности и произведениях искусства.</w:t>
      </w:r>
    </w:p>
    <w:p w:rsidR="00DB0CAA" w:rsidRPr="00E350AB" w:rsidRDefault="00DB0CAA" w:rsidP="004D47FF">
      <w:pPr>
        <w:jc w:val="both"/>
      </w:pPr>
      <w:bookmarkStart w:id="2" w:name="_Toc284662722"/>
      <w:bookmarkStart w:id="3" w:name="_Toc284663348"/>
    </w:p>
    <w:p w:rsidR="00DB0CAA" w:rsidRDefault="00DB0CAA" w:rsidP="004D47FF">
      <w:pPr>
        <w:jc w:val="both"/>
      </w:pPr>
      <w:r w:rsidRPr="004D47FF">
        <w:rPr>
          <w:b/>
          <w:bCs/>
          <w:sz w:val="28"/>
          <w:szCs w:val="28"/>
        </w:rPr>
        <w:t>Выпускник получит возможность научиться</w:t>
      </w:r>
      <w:r>
        <w:rPr>
          <w:b/>
          <w:bCs/>
          <w:sz w:val="28"/>
          <w:szCs w:val="28"/>
        </w:rPr>
        <w:t>:</w:t>
      </w:r>
      <w:r w:rsidRPr="00E350AB">
        <w:t xml:space="preserve"> </w:t>
      </w:r>
      <w:bookmarkEnd w:id="2"/>
      <w:bookmarkEnd w:id="3"/>
    </w:p>
    <w:p w:rsidR="00DB0CAA" w:rsidRDefault="00DB0CAA" w:rsidP="004D47FF">
      <w:pPr>
        <w:jc w:val="both"/>
      </w:pPr>
    </w:p>
    <w:p w:rsidR="00DB0CAA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Элементы теории множеств и математической логики</w:t>
      </w:r>
    </w:p>
    <w:p w:rsidR="00DB0CAA" w:rsidRPr="00E350AB" w:rsidRDefault="00DB0CAA" w:rsidP="004D47FF">
      <w:pPr>
        <w:jc w:val="both"/>
      </w:pPr>
      <w:r w:rsidRPr="00E350AB">
        <w:t>Оперировать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DB0CAA" w:rsidRPr="00E350AB" w:rsidRDefault="00DB0CAA" w:rsidP="004D47FF">
      <w:pPr>
        <w:jc w:val="both"/>
      </w:pPr>
      <w:r w:rsidRPr="00E350AB">
        <w:t>изображать множества и отношение множеств с помощью кругов Эйлера;</w:t>
      </w:r>
    </w:p>
    <w:p w:rsidR="00DB0CAA" w:rsidRPr="00E350AB" w:rsidRDefault="00DB0CAA" w:rsidP="004D47FF">
      <w:pPr>
        <w:jc w:val="both"/>
      </w:pPr>
      <w:r w:rsidRPr="00E350AB">
        <w:t xml:space="preserve">определять принадлежность элемента множеству, объединению и пересечению множеств; </w:t>
      </w:r>
    </w:p>
    <w:p w:rsidR="00DB0CAA" w:rsidRPr="00E350AB" w:rsidRDefault="00DB0CAA" w:rsidP="004D47FF">
      <w:pPr>
        <w:jc w:val="both"/>
      </w:pPr>
      <w:r w:rsidRPr="00E350AB">
        <w:t>задавать множество с помощью перечисления элементов, словесного описания;</w:t>
      </w:r>
    </w:p>
    <w:p w:rsidR="00DB0CAA" w:rsidRPr="00E350AB" w:rsidRDefault="00DB0CAA" w:rsidP="004D47FF">
      <w:pPr>
        <w:jc w:val="both"/>
      </w:pPr>
      <w:r w:rsidRPr="00E350AB"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DB0CAA" w:rsidRPr="00E350AB" w:rsidRDefault="00DB0CAA" w:rsidP="004D47FF">
      <w:pPr>
        <w:jc w:val="both"/>
      </w:pPr>
      <w:r w:rsidRPr="00E350AB">
        <w:t>строить высказывания, отрицания высказываний.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строить цепочки умозаключений на основе использования правил логики;</w:t>
      </w:r>
    </w:p>
    <w:p w:rsidR="00DB0CAA" w:rsidRPr="00E350AB" w:rsidRDefault="00DB0CAA" w:rsidP="004D47FF">
      <w:pPr>
        <w:jc w:val="both"/>
      </w:pPr>
      <w:r w:rsidRPr="00E350AB"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Числа</w:t>
      </w:r>
    </w:p>
    <w:p w:rsidR="00DB0CAA" w:rsidRPr="00E350AB" w:rsidRDefault="00DB0CAA" w:rsidP="004D47FF">
      <w:pPr>
        <w:jc w:val="both"/>
      </w:pPr>
      <w:r w:rsidRPr="00E350AB"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:rsidR="00DB0CAA" w:rsidRPr="00E350AB" w:rsidRDefault="00DB0CAA" w:rsidP="004D47FF">
      <w:pPr>
        <w:jc w:val="both"/>
      </w:pPr>
      <w:r w:rsidRPr="00E350AB">
        <w:t>понимать и объяснять смысл позиционной записи натурального числа;</w:t>
      </w:r>
    </w:p>
    <w:p w:rsidR="00DB0CAA" w:rsidRPr="00E350AB" w:rsidRDefault="00DB0CAA" w:rsidP="004D47FF">
      <w:pPr>
        <w:jc w:val="both"/>
      </w:pPr>
      <w:r w:rsidRPr="00E350AB">
        <w:t>выполнять вычисления, в том числе с использованием приёмов рациональных вычислений;</w:t>
      </w:r>
    </w:p>
    <w:p w:rsidR="00DB0CAA" w:rsidRPr="00E350AB" w:rsidRDefault="00DB0CAA" w:rsidP="004D47FF">
      <w:pPr>
        <w:jc w:val="both"/>
      </w:pPr>
      <w:r w:rsidRPr="00E350AB">
        <w:t>выполнять округление рациональных чисел с заданной точностью;</w:t>
      </w:r>
    </w:p>
    <w:p w:rsidR="00DB0CAA" w:rsidRPr="00E350AB" w:rsidRDefault="00DB0CAA" w:rsidP="004D47FF">
      <w:pPr>
        <w:jc w:val="both"/>
      </w:pPr>
      <w:r w:rsidRPr="00E350AB">
        <w:t>сравнивать рациональные и иррациональные числа;</w:t>
      </w:r>
    </w:p>
    <w:p w:rsidR="00DB0CAA" w:rsidRPr="00E350AB" w:rsidRDefault="00DB0CAA" w:rsidP="004D47FF">
      <w:pPr>
        <w:jc w:val="both"/>
      </w:pPr>
      <w:r w:rsidRPr="00E350AB">
        <w:t>представлять рациональное число в виде десятичной дроби</w:t>
      </w:r>
    </w:p>
    <w:p w:rsidR="00DB0CAA" w:rsidRPr="00E350AB" w:rsidRDefault="00DB0CAA" w:rsidP="004D47FF">
      <w:pPr>
        <w:jc w:val="both"/>
      </w:pPr>
      <w:r w:rsidRPr="00E350AB">
        <w:t>упорядочивать числа, записанные в виде обыкновенной и десятичной дроби;</w:t>
      </w:r>
    </w:p>
    <w:p w:rsidR="00DB0CAA" w:rsidRPr="00E350AB" w:rsidRDefault="00DB0CAA" w:rsidP="004D47FF">
      <w:pPr>
        <w:jc w:val="both"/>
      </w:pPr>
      <w:r w:rsidRPr="00E350AB">
        <w:t>находить НОД и НОК чисел и использовать их при решении задач.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DB0CAA" w:rsidRPr="00E350AB" w:rsidRDefault="00DB0CAA" w:rsidP="004D47FF">
      <w:pPr>
        <w:jc w:val="both"/>
      </w:pPr>
      <w:r w:rsidRPr="00E350AB">
        <w:t>выполнять сравнение результатов вычислений при решении практических задач, в том числе приближенных вычислений;</w:t>
      </w:r>
    </w:p>
    <w:p w:rsidR="00DB0CAA" w:rsidRPr="00E350AB" w:rsidRDefault="00DB0CAA" w:rsidP="004D47FF">
      <w:pPr>
        <w:jc w:val="both"/>
      </w:pPr>
      <w:r w:rsidRPr="00E350AB">
        <w:t>составлять и оценивать числовые выражения при решении практических задач и задач из других учебных предметов;</w:t>
      </w:r>
    </w:p>
    <w:p w:rsidR="00DB0CAA" w:rsidRPr="00E350AB" w:rsidRDefault="00DB0CAA" w:rsidP="004D47FF">
      <w:pPr>
        <w:jc w:val="both"/>
      </w:pPr>
      <w:r w:rsidRPr="00E350AB">
        <w:t>записывать и округлять числовые значения реальных величин с использованием разных систем измерения.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Тождественные преобразования</w:t>
      </w:r>
    </w:p>
    <w:p w:rsidR="00DB0CAA" w:rsidRPr="00E350AB" w:rsidRDefault="00DB0CAA" w:rsidP="004D47FF">
      <w:pPr>
        <w:jc w:val="both"/>
      </w:pPr>
      <w:r w:rsidRPr="00E350AB">
        <w:t>Оперировать понятиями степени с натуральным показателем, степени с целым отрицательным показателем;</w:t>
      </w:r>
    </w:p>
    <w:p w:rsidR="00DB0CAA" w:rsidRPr="00E350AB" w:rsidRDefault="00DB0CAA" w:rsidP="004D47FF">
      <w:pPr>
        <w:jc w:val="both"/>
      </w:pPr>
      <w:r w:rsidRPr="00E350AB"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DB0CAA" w:rsidRPr="00E350AB" w:rsidRDefault="00DB0CAA" w:rsidP="004D47FF">
      <w:pPr>
        <w:jc w:val="both"/>
      </w:pPr>
      <w:r w:rsidRPr="00E350AB"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DB0CAA" w:rsidRPr="00E350AB" w:rsidRDefault="00DB0CAA" w:rsidP="004D47FF">
      <w:pPr>
        <w:jc w:val="both"/>
      </w:pPr>
      <w:r w:rsidRPr="00E350AB">
        <w:t>выделять квадрат суммы и разности одночленов;</w:t>
      </w:r>
    </w:p>
    <w:p w:rsidR="00DB0CAA" w:rsidRPr="00E350AB" w:rsidRDefault="00DB0CAA" w:rsidP="004D47FF">
      <w:pPr>
        <w:jc w:val="both"/>
      </w:pPr>
      <w:r w:rsidRPr="00E350AB">
        <w:t>раскладывать на множители квадратный   трёхчлен;</w:t>
      </w:r>
    </w:p>
    <w:p w:rsidR="00DB0CAA" w:rsidRPr="00E350AB" w:rsidRDefault="00DB0CAA" w:rsidP="004D47FF">
      <w:pPr>
        <w:jc w:val="both"/>
      </w:pPr>
      <w:r w:rsidRPr="00E350AB"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DB0CAA" w:rsidRPr="00E350AB" w:rsidRDefault="00DB0CAA" w:rsidP="004D47FF">
      <w:pPr>
        <w:jc w:val="both"/>
      </w:pPr>
      <w:r w:rsidRPr="00E350AB"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DB0CAA" w:rsidRPr="00E350AB" w:rsidRDefault="00DB0CAA" w:rsidP="004D47FF">
      <w:pPr>
        <w:jc w:val="both"/>
      </w:pPr>
      <w:r w:rsidRPr="00E350AB">
        <w:t>выполнять преобразования выражений, содержащих квадратные корни;</w:t>
      </w:r>
    </w:p>
    <w:p w:rsidR="00DB0CAA" w:rsidRPr="00E350AB" w:rsidRDefault="00DB0CAA" w:rsidP="004D47FF">
      <w:pPr>
        <w:jc w:val="both"/>
      </w:pPr>
      <w:r w:rsidRPr="00E350AB">
        <w:t>выделять квадрат суммы или разности двучлена в выражениях, содержащих квадратные корни;</w:t>
      </w:r>
    </w:p>
    <w:p w:rsidR="00DB0CAA" w:rsidRPr="00E350AB" w:rsidRDefault="00DB0CAA" w:rsidP="004D47FF">
      <w:pPr>
        <w:jc w:val="both"/>
      </w:pPr>
      <w:r w:rsidRPr="00E350AB">
        <w:t>выполнять преобразования выражений, содержащих модуль.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выполнять преобразования и действия с числами, записанными в стандартном виде;</w:t>
      </w:r>
    </w:p>
    <w:p w:rsidR="00DB0CAA" w:rsidRPr="00E350AB" w:rsidRDefault="00DB0CAA" w:rsidP="004D47FF">
      <w:pPr>
        <w:jc w:val="both"/>
      </w:pPr>
      <w:r w:rsidRPr="00E350AB">
        <w:t>выполнять преобразования алгебраических выражений при решении задач других учебных предметов.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Уравнения и неравенства</w:t>
      </w:r>
    </w:p>
    <w:p w:rsidR="00DB0CAA" w:rsidRPr="00E350AB" w:rsidRDefault="00DB0CAA" w:rsidP="004D47FF">
      <w:pPr>
        <w:jc w:val="both"/>
      </w:pPr>
      <w:r w:rsidRPr="00E350AB"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:rsidR="00DB0CAA" w:rsidRPr="00E350AB" w:rsidRDefault="00DB0CAA" w:rsidP="004D47FF">
      <w:pPr>
        <w:jc w:val="both"/>
      </w:pPr>
      <w:r w:rsidRPr="00E350AB">
        <w:t>решать линейные уравнения и уравнения, сводимые к линейным с помощью тождественных преобразований;</w:t>
      </w:r>
    </w:p>
    <w:p w:rsidR="00DB0CAA" w:rsidRPr="00E350AB" w:rsidRDefault="00DB0CAA" w:rsidP="004D47FF">
      <w:pPr>
        <w:jc w:val="both"/>
      </w:pPr>
      <w:r w:rsidRPr="00E350AB">
        <w:t>решать квадратные уравнения и уравнения, сводимые к квадратным с помощью тождественных преобразований;</w:t>
      </w:r>
    </w:p>
    <w:p w:rsidR="00DB0CAA" w:rsidRPr="00E350AB" w:rsidRDefault="00DB0CAA" w:rsidP="004D47FF">
      <w:pPr>
        <w:jc w:val="both"/>
      </w:pPr>
      <w:r w:rsidRPr="00E350AB">
        <w:t>решать дробно-линейные уравнения;</w:t>
      </w:r>
    </w:p>
    <w:p w:rsidR="00DB0CAA" w:rsidRPr="00E350AB" w:rsidRDefault="00DB0CAA" w:rsidP="004D47FF">
      <w:pPr>
        <w:jc w:val="both"/>
      </w:pPr>
      <w:r w:rsidRPr="00E350AB">
        <w:t xml:space="preserve">решать простейшие иррациональные уравнения вида </w:t>
      </w:r>
      <w:r>
        <w:pict>
          <v:shape id="_x0000_i1026" type="#_x0000_t75" style="width:56.25pt;height:21.75pt">
            <v:imagedata r:id="rId8" o:title=""/>
          </v:shape>
        </w:pict>
      </w:r>
      <w:r w:rsidRPr="00E350AB">
        <w:t xml:space="preserve">, </w:t>
      </w:r>
      <w:r>
        <w:pict>
          <v:shape id="_x0000_i1027" type="#_x0000_t75" style="width:80.25pt;height:21.75pt">
            <v:imagedata r:id="rId9" o:title=""/>
          </v:shape>
        </w:pict>
      </w:r>
      <w:r w:rsidRPr="00E350AB">
        <w:t>;</w:t>
      </w:r>
    </w:p>
    <w:p w:rsidR="00DB0CAA" w:rsidRPr="00E350AB" w:rsidRDefault="00DB0CAA" w:rsidP="004D47FF">
      <w:pPr>
        <w:jc w:val="both"/>
      </w:pPr>
      <w:r w:rsidRPr="00E350AB">
        <w:t>решать уравнения вида</w:t>
      </w:r>
      <w:r>
        <w:pict>
          <v:shape id="_x0000_i1028" type="#_x0000_t75" style="width:34.5pt;height:17.25pt">
            <v:imagedata r:id="rId10" o:title=""/>
          </v:shape>
        </w:pict>
      </w:r>
      <w:r w:rsidRPr="00E350AB">
        <w:t>;</w:t>
      </w:r>
    </w:p>
    <w:p w:rsidR="00DB0CAA" w:rsidRPr="00E350AB" w:rsidRDefault="00DB0CAA" w:rsidP="004D47FF">
      <w:pPr>
        <w:jc w:val="both"/>
      </w:pPr>
      <w:r w:rsidRPr="00E350AB">
        <w:t>решать уравнения способом разложения на множители и замены переменной;</w:t>
      </w:r>
    </w:p>
    <w:p w:rsidR="00DB0CAA" w:rsidRPr="00E350AB" w:rsidRDefault="00DB0CAA" w:rsidP="004D47FF">
      <w:pPr>
        <w:jc w:val="both"/>
      </w:pPr>
      <w:r w:rsidRPr="00E350AB">
        <w:t>использовать метод интервалов для решения целых и дробно-рациональных неравенств;</w:t>
      </w:r>
    </w:p>
    <w:p w:rsidR="00DB0CAA" w:rsidRPr="00E350AB" w:rsidRDefault="00DB0CAA" w:rsidP="004D47FF">
      <w:pPr>
        <w:jc w:val="both"/>
      </w:pPr>
      <w:r w:rsidRPr="00E350AB">
        <w:t>решать линейные уравнения и неравенства с параметрами;</w:t>
      </w:r>
    </w:p>
    <w:p w:rsidR="00DB0CAA" w:rsidRPr="00E350AB" w:rsidRDefault="00DB0CAA" w:rsidP="004D47FF">
      <w:pPr>
        <w:jc w:val="both"/>
      </w:pPr>
      <w:r w:rsidRPr="00E350AB">
        <w:t>решать несложные квадратные уравнения с параметром;</w:t>
      </w:r>
    </w:p>
    <w:p w:rsidR="00DB0CAA" w:rsidRPr="00E350AB" w:rsidRDefault="00DB0CAA" w:rsidP="004D47FF">
      <w:pPr>
        <w:jc w:val="both"/>
      </w:pPr>
      <w:r w:rsidRPr="00E350AB">
        <w:t>решать несложные системы линейных уравнений с параметрами;</w:t>
      </w:r>
    </w:p>
    <w:p w:rsidR="00DB0CAA" w:rsidRPr="00E350AB" w:rsidRDefault="00DB0CAA" w:rsidP="004D47FF">
      <w:pPr>
        <w:jc w:val="both"/>
      </w:pPr>
      <w:r w:rsidRPr="00E350AB">
        <w:t>решать несложные уравнения в целых числах.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DB0CAA" w:rsidRPr="00E350AB" w:rsidRDefault="00DB0CAA" w:rsidP="004D47FF">
      <w:pPr>
        <w:jc w:val="both"/>
      </w:pPr>
      <w:r w:rsidRPr="00E350AB"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DB0CAA" w:rsidRPr="00E350AB" w:rsidRDefault="00DB0CAA" w:rsidP="004D47FF">
      <w:pPr>
        <w:jc w:val="both"/>
      </w:pPr>
      <w:r w:rsidRPr="00E350AB"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DB0CAA" w:rsidRPr="00E350AB" w:rsidRDefault="00DB0CAA" w:rsidP="004D47FF">
      <w:pPr>
        <w:jc w:val="both"/>
      </w:pPr>
      <w:r w:rsidRPr="00E350AB"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Функции</w:t>
      </w:r>
    </w:p>
    <w:p w:rsidR="00DB0CAA" w:rsidRPr="00E350AB" w:rsidRDefault="00DB0CAA" w:rsidP="004D47FF">
      <w:pPr>
        <w:jc w:val="both"/>
      </w:pPr>
      <w:r w:rsidRPr="00E350AB"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знакопостоянства, монотонность функции, чётность/нечётность функции; </w:t>
      </w:r>
    </w:p>
    <w:p w:rsidR="00DB0CAA" w:rsidRPr="00E350AB" w:rsidRDefault="00DB0CAA" w:rsidP="004D47FF">
      <w:pPr>
        <w:jc w:val="both"/>
      </w:pPr>
      <w:r w:rsidRPr="00E350AB">
        <w:t xml:space="preserve">строить графики линейной, квадратичной функций, обратной пропорциональности, функции вида: </w:t>
      </w:r>
      <w:r>
        <w:pict>
          <v:shape id="_x0000_i1029" type="#_x0000_t75" style="width:63pt;height:26.25pt">
            <v:imagedata r:id="rId11" o:title=""/>
          </v:shape>
        </w:pict>
      </w:r>
      <w:r w:rsidRPr="00E350AB">
        <w:t xml:space="preserve">, </w:t>
      </w:r>
      <w:r>
        <w:pict>
          <v:shape id="_x0000_i1030" type="#_x0000_t75" style="width:39pt;height:17.25pt">
            <v:imagedata r:id="rId12" o:title=""/>
          </v:shape>
        </w:pict>
      </w:r>
      <w:r w:rsidRPr="00E350AB">
        <w:fldChar w:fldCharType="begin"/>
      </w:r>
      <w:r w:rsidRPr="00E350AB">
        <w:instrText xml:space="preserve"> QUOTE  </w:instrText>
      </w:r>
      <w:r w:rsidRPr="00E350AB">
        <w:fldChar w:fldCharType="end"/>
      </w:r>
      <w:r w:rsidRPr="00E350AB">
        <w:t>,</w:t>
      </w:r>
      <w:r>
        <w:pict>
          <v:shape id="_x0000_i1031" type="#_x0000_t75" style="width:36.75pt;height:17.25pt">
            <v:imagedata r:id="rId13" o:title=""/>
          </v:shape>
        </w:pict>
      </w:r>
      <w:fldSimple w:instr="">
        <w:r>
          <w:rPr>
            <w:noProof/>
          </w:rPr>
          <w:pict>
            <v:shape id="_x0000_i1032" type="#_x0000_t75" style="width:36.75pt;height:19.5pt;visibility:visible">
              <v:imagedata r:id="rId13" o:title=""/>
            </v:shape>
          </w:pict>
        </w:r>
      </w:fldSimple>
      <w:r w:rsidRPr="00E350AB">
        <w:t xml:space="preserve">, </w:t>
      </w:r>
      <w:r>
        <w:pict>
          <v:shape id="_x0000_i1033" type="#_x0000_t75" style="width:26.25pt;height:17.25pt">
            <v:imagedata r:id="rId14" o:title=""/>
          </v:shape>
        </w:pict>
      </w:r>
      <w:r w:rsidRPr="00E350AB">
        <w:t>;</w:t>
      </w:r>
    </w:p>
    <w:p w:rsidR="00DB0CAA" w:rsidRPr="00E350AB" w:rsidRDefault="00DB0CAA" w:rsidP="004D47FF">
      <w:pPr>
        <w:jc w:val="both"/>
      </w:pPr>
      <w:r w:rsidRPr="00E350AB">
        <w:t xml:space="preserve">на примере квадратичной функции, использовать преобразования графика функции y=f(x) для построения графиков функций </w:t>
      </w:r>
      <w:r>
        <w:pict>
          <v:shape id="_x0000_i1034" type="#_x0000_t75" style="width:81.75pt;height:17.25pt">
            <v:imagedata r:id="rId15" o:title=""/>
          </v:shape>
        </w:pict>
      </w:r>
      <w:r w:rsidRPr="00E350AB">
        <w:t xml:space="preserve">; </w:t>
      </w:r>
    </w:p>
    <w:p w:rsidR="00DB0CAA" w:rsidRPr="00E350AB" w:rsidRDefault="00DB0CAA" w:rsidP="004D47FF">
      <w:pPr>
        <w:jc w:val="both"/>
      </w:pPr>
      <w:r w:rsidRPr="00E350AB"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DB0CAA" w:rsidRPr="00E350AB" w:rsidRDefault="00DB0CAA" w:rsidP="004D47FF">
      <w:pPr>
        <w:jc w:val="both"/>
      </w:pPr>
      <w:r w:rsidRPr="00E350AB">
        <w:t>исследовать функцию по её графику;</w:t>
      </w:r>
    </w:p>
    <w:p w:rsidR="00DB0CAA" w:rsidRPr="00E350AB" w:rsidRDefault="00DB0CAA" w:rsidP="004D47FF">
      <w:pPr>
        <w:jc w:val="both"/>
      </w:pPr>
      <w:r w:rsidRPr="00E350AB">
        <w:t>находить множество значений, нули, промежутки знакопостоянства, монотонности квадратичной функции;</w:t>
      </w:r>
    </w:p>
    <w:p w:rsidR="00DB0CAA" w:rsidRPr="00E350AB" w:rsidRDefault="00DB0CAA" w:rsidP="004D47FF">
      <w:pPr>
        <w:jc w:val="both"/>
      </w:pPr>
      <w:r w:rsidRPr="00E350AB">
        <w:t>оперировать понятиями: последовательность, арифметическая прогрессия, геометрическая прогрессия;</w:t>
      </w:r>
    </w:p>
    <w:p w:rsidR="00DB0CAA" w:rsidRPr="00E350AB" w:rsidRDefault="00DB0CAA" w:rsidP="004D47FF">
      <w:pPr>
        <w:jc w:val="both"/>
      </w:pPr>
      <w:r w:rsidRPr="00E350AB">
        <w:t>решать задачи на арифметическую и геометрическую прогрессию.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иллюстрировать с помощью графика реальную зависимость или процесс по их характеристикам;</w:t>
      </w:r>
    </w:p>
    <w:p w:rsidR="00DB0CAA" w:rsidRPr="00E350AB" w:rsidRDefault="00DB0CAA" w:rsidP="004D47FF">
      <w:pPr>
        <w:jc w:val="both"/>
      </w:pPr>
      <w:r w:rsidRPr="00E350AB">
        <w:t>использовать свойства и график квадратичной функции при решении задач из других учебных предметов.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>Текстовые задачи</w:t>
      </w:r>
    </w:p>
    <w:p w:rsidR="00DB0CAA" w:rsidRPr="00E350AB" w:rsidRDefault="00DB0CAA" w:rsidP="004D47FF">
      <w:pPr>
        <w:jc w:val="both"/>
      </w:pPr>
      <w:r w:rsidRPr="00E350AB">
        <w:t>Решать простые и сложные задачи разных типов, а также задачи повышенной трудности;</w:t>
      </w:r>
    </w:p>
    <w:p w:rsidR="00DB0CAA" w:rsidRPr="00E350AB" w:rsidRDefault="00DB0CAA" w:rsidP="004D47FF">
      <w:pPr>
        <w:jc w:val="both"/>
      </w:pPr>
      <w:r w:rsidRPr="00E350AB"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DB0CAA" w:rsidRPr="00E350AB" w:rsidRDefault="00DB0CAA" w:rsidP="004D47FF">
      <w:pPr>
        <w:jc w:val="both"/>
      </w:pPr>
      <w:r w:rsidRPr="00E350AB"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DB0CAA" w:rsidRPr="00E350AB" w:rsidRDefault="00DB0CAA" w:rsidP="004D47FF">
      <w:pPr>
        <w:jc w:val="both"/>
      </w:pPr>
      <w:r w:rsidRPr="00E350AB">
        <w:t>знать и применять оба способа поиска решения задач (от требования к условию и от условия к требованию);</w:t>
      </w:r>
    </w:p>
    <w:p w:rsidR="00DB0CAA" w:rsidRPr="00E350AB" w:rsidRDefault="00DB0CAA" w:rsidP="004D47FF">
      <w:pPr>
        <w:jc w:val="both"/>
      </w:pPr>
      <w:r w:rsidRPr="00E350AB">
        <w:t>моделировать рассуждения при поиске решения задач с помощью граф-схемы;</w:t>
      </w:r>
    </w:p>
    <w:p w:rsidR="00DB0CAA" w:rsidRPr="00E350AB" w:rsidRDefault="00DB0CAA" w:rsidP="004D47FF">
      <w:pPr>
        <w:jc w:val="both"/>
      </w:pPr>
      <w:r w:rsidRPr="00E350AB">
        <w:t>выделять этапы решения задачи и содержание каждого этапа;</w:t>
      </w:r>
    </w:p>
    <w:p w:rsidR="00DB0CAA" w:rsidRPr="00E350AB" w:rsidRDefault="00DB0CAA" w:rsidP="004D47FF">
      <w:pPr>
        <w:jc w:val="both"/>
      </w:pPr>
      <w:r w:rsidRPr="00E350AB"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DB0CAA" w:rsidRPr="00E350AB" w:rsidRDefault="00DB0CAA" w:rsidP="004D47FF">
      <w:pPr>
        <w:jc w:val="both"/>
      </w:pPr>
      <w:r w:rsidRPr="00E350AB">
        <w:t>анализировать затруднения при решении задач;</w:t>
      </w:r>
    </w:p>
    <w:p w:rsidR="00DB0CAA" w:rsidRPr="00E350AB" w:rsidRDefault="00DB0CAA" w:rsidP="004D47FF">
      <w:pPr>
        <w:jc w:val="both"/>
      </w:pPr>
      <w:r w:rsidRPr="00E350AB"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DB0CAA" w:rsidRPr="00E350AB" w:rsidRDefault="00DB0CAA" w:rsidP="004D47FF">
      <w:pPr>
        <w:jc w:val="both"/>
      </w:pPr>
      <w:r w:rsidRPr="00E350AB">
        <w:t>интерпретировать вычислительные результаты в задаче, исследовать полученное решение задачи;</w:t>
      </w:r>
    </w:p>
    <w:p w:rsidR="00DB0CAA" w:rsidRPr="00E350AB" w:rsidRDefault="00DB0CAA" w:rsidP="004D47FF">
      <w:pPr>
        <w:jc w:val="both"/>
      </w:pPr>
      <w:r w:rsidRPr="00E350AB"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DB0CAA" w:rsidRPr="00E350AB" w:rsidRDefault="00DB0CAA" w:rsidP="004D47FF">
      <w:pPr>
        <w:jc w:val="both"/>
      </w:pPr>
      <w:r w:rsidRPr="00E350AB">
        <w:t>исследовать всевозможные ситуации при решении задач на движение по реке, рассматривать разные системы отсчёта;</w:t>
      </w:r>
    </w:p>
    <w:p w:rsidR="00DB0CAA" w:rsidRPr="00E350AB" w:rsidRDefault="00DB0CAA" w:rsidP="004D47FF">
      <w:pPr>
        <w:jc w:val="both"/>
      </w:pPr>
      <w:r w:rsidRPr="00E350AB">
        <w:t xml:space="preserve">решать разнообразные задачи «на части», </w:t>
      </w:r>
    </w:p>
    <w:p w:rsidR="00DB0CAA" w:rsidRPr="00E350AB" w:rsidRDefault="00DB0CAA" w:rsidP="004D47FF">
      <w:pPr>
        <w:jc w:val="both"/>
      </w:pPr>
      <w:r w:rsidRPr="00E350AB"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DB0CAA" w:rsidRPr="00E350AB" w:rsidRDefault="00DB0CAA" w:rsidP="004D47FF">
      <w:pPr>
        <w:jc w:val="both"/>
      </w:pPr>
      <w:r w:rsidRPr="00E350AB">
        <w:t>осознавать и объяснять идентичность задач разных типов, связывающих три величины (на работу, на покупки, на движение). 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DB0CAA" w:rsidRPr="00E350AB" w:rsidRDefault="00DB0CAA" w:rsidP="004D47FF">
      <w:pPr>
        <w:jc w:val="both"/>
      </w:pPr>
      <w:r w:rsidRPr="00E350AB">
        <w:t>владеть основными методами решения задач на смеси, сплавы, концентрации;</w:t>
      </w:r>
    </w:p>
    <w:p w:rsidR="00DB0CAA" w:rsidRPr="00E350AB" w:rsidRDefault="00DB0CAA" w:rsidP="004D47FF">
      <w:pPr>
        <w:jc w:val="both"/>
      </w:pPr>
      <w:r w:rsidRPr="00E350AB">
        <w:t>решать задачи на проценты, в том числе, сложные проценты с обоснованием, используя разные способы;</w:t>
      </w:r>
    </w:p>
    <w:p w:rsidR="00DB0CAA" w:rsidRPr="00E350AB" w:rsidRDefault="00DB0CAA" w:rsidP="004D47FF">
      <w:pPr>
        <w:jc w:val="both"/>
      </w:pPr>
      <w:r w:rsidRPr="00E350AB">
        <w:t>решать логические задачи разными способами, в том числе, с двумя блоками и с тремя блоками данных с помощью таблиц;</w:t>
      </w:r>
    </w:p>
    <w:p w:rsidR="00DB0CAA" w:rsidRPr="00E350AB" w:rsidRDefault="00DB0CAA" w:rsidP="004D47FF">
      <w:pPr>
        <w:jc w:val="both"/>
      </w:pPr>
      <w:r w:rsidRPr="00E350AB"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DB0CAA" w:rsidRPr="00E350AB" w:rsidRDefault="00DB0CAA" w:rsidP="004D47FF">
      <w:pPr>
        <w:jc w:val="both"/>
      </w:pPr>
      <w:r w:rsidRPr="00E350AB">
        <w:t>решать несложные задачи по математической статистике;</w:t>
      </w:r>
    </w:p>
    <w:p w:rsidR="00DB0CAA" w:rsidRPr="00E350AB" w:rsidRDefault="00DB0CAA" w:rsidP="004D47FF">
      <w:pPr>
        <w:jc w:val="both"/>
      </w:pPr>
      <w:r w:rsidRPr="00E350AB"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DB0CAA" w:rsidRPr="00E350AB" w:rsidRDefault="00DB0CAA" w:rsidP="004D47FF">
      <w:pPr>
        <w:jc w:val="both"/>
      </w:pPr>
      <w:r w:rsidRPr="00E350AB"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DB0CAA" w:rsidRPr="00E350AB" w:rsidRDefault="00DB0CAA" w:rsidP="004D47FF">
      <w:pPr>
        <w:jc w:val="both"/>
      </w:pPr>
      <w:r w:rsidRPr="00E350AB">
        <w:t>решать задачи на движение по реке, рассматривая разные системы отсчета.</w:t>
      </w:r>
    </w:p>
    <w:p w:rsidR="00DB0CAA" w:rsidRPr="004D47FF" w:rsidRDefault="00DB0CAA" w:rsidP="004D47FF">
      <w:pPr>
        <w:jc w:val="both"/>
        <w:rPr>
          <w:b/>
          <w:bCs/>
          <w:i/>
          <w:iCs/>
        </w:rPr>
      </w:pPr>
      <w:r w:rsidRPr="004D47FF">
        <w:rPr>
          <w:b/>
          <w:bCs/>
          <w:i/>
          <w:iCs/>
        </w:rPr>
        <w:t xml:space="preserve">Статистика и теория вероятностей </w:t>
      </w:r>
    </w:p>
    <w:p w:rsidR="00DB0CAA" w:rsidRPr="00E350AB" w:rsidRDefault="00DB0CAA" w:rsidP="004D47FF">
      <w:pPr>
        <w:jc w:val="both"/>
      </w:pPr>
      <w:r w:rsidRPr="00E350AB"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DB0CAA" w:rsidRPr="00E350AB" w:rsidRDefault="00DB0CAA" w:rsidP="004D47FF">
      <w:pPr>
        <w:jc w:val="both"/>
      </w:pPr>
      <w:r w:rsidRPr="00E350AB">
        <w:t>извлекать информацию, представленную в таблицах, на диаграммах, графиках;</w:t>
      </w:r>
    </w:p>
    <w:p w:rsidR="00DB0CAA" w:rsidRPr="00E350AB" w:rsidRDefault="00DB0CAA" w:rsidP="004D47FF">
      <w:pPr>
        <w:jc w:val="both"/>
      </w:pPr>
      <w:r w:rsidRPr="00E350AB">
        <w:t>составлять таблицы, строить диаграммы и графики на основе данных;</w:t>
      </w:r>
    </w:p>
    <w:p w:rsidR="00DB0CAA" w:rsidRPr="00E350AB" w:rsidRDefault="00DB0CAA" w:rsidP="004D47FF">
      <w:pPr>
        <w:jc w:val="both"/>
      </w:pPr>
      <w:r w:rsidRPr="00E350AB">
        <w:t>оперировать понятиями: факториал числа, перестановки и сочетания, треугольник Паскаля;</w:t>
      </w:r>
    </w:p>
    <w:p w:rsidR="00DB0CAA" w:rsidRPr="00E350AB" w:rsidRDefault="00DB0CAA" w:rsidP="004D47FF">
      <w:pPr>
        <w:jc w:val="both"/>
      </w:pPr>
      <w:r w:rsidRPr="00E350AB">
        <w:t>применять правило произведения при решении комбинаторных задач;</w:t>
      </w:r>
    </w:p>
    <w:p w:rsidR="00DB0CAA" w:rsidRPr="00E350AB" w:rsidRDefault="00DB0CAA" w:rsidP="004D47FF">
      <w:pPr>
        <w:jc w:val="both"/>
      </w:pPr>
      <w:r w:rsidRPr="00E350AB"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DB0CAA" w:rsidRPr="00E350AB" w:rsidRDefault="00DB0CAA" w:rsidP="004D47FF">
      <w:pPr>
        <w:jc w:val="both"/>
      </w:pPr>
      <w:r w:rsidRPr="00E350AB">
        <w:t>представлять информацию с помощью кругов Эйлера;</w:t>
      </w:r>
    </w:p>
    <w:p w:rsidR="00DB0CAA" w:rsidRPr="00E350AB" w:rsidRDefault="00DB0CAA" w:rsidP="004D47FF">
      <w:pPr>
        <w:jc w:val="both"/>
      </w:pPr>
      <w:r w:rsidRPr="00E350AB">
        <w:t>решать задачи на вычисление вероятности с подсчетом количества вариантов с помощью комбинаторики.</w:t>
      </w:r>
    </w:p>
    <w:p w:rsidR="00DB0CAA" w:rsidRPr="00E350AB" w:rsidRDefault="00DB0CAA" w:rsidP="004D47FF">
      <w:pPr>
        <w:jc w:val="both"/>
      </w:pPr>
      <w:r w:rsidRPr="00E350AB">
        <w:t>В повседневной жизни и при изучении других предметов:</w:t>
      </w:r>
    </w:p>
    <w:p w:rsidR="00DB0CAA" w:rsidRPr="00E350AB" w:rsidRDefault="00DB0CAA" w:rsidP="004D47FF">
      <w:pPr>
        <w:jc w:val="both"/>
      </w:pPr>
      <w:r w:rsidRPr="00E350AB">
        <w:t>извлекать, интерпретировать и преобразовывать информацию, представленную в таблицах, на диаграммах, графиках, отражающую свойства и характеристики реальных процессов и явлений;</w:t>
      </w:r>
    </w:p>
    <w:p w:rsidR="00DB0CAA" w:rsidRPr="00E350AB" w:rsidRDefault="00DB0CAA" w:rsidP="004D47FF">
      <w:pPr>
        <w:jc w:val="both"/>
      </w:pPr>
      <w:r w:rsidRPr="00E350AB"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DB0CAA" w:rsidRPr="00E350AB" w:rsidRDefault="00DB0CAA" w:rsidP="004D47FF">
      <w:pPr>
        <w:jc w:val="both"/>
      </w:pPr>
      <w:r w:rsidRPr="00E350AB">
        <w:t>оценивать вероятность реальных событий и явлений.</w:t>
      </w:r>
    </w:p>
    <w:p w:rsidR="00DB0CAA" w:rsidRPr="00E350AB" w:rsidRDefault="00DB0CAA" w:rsidP="008F2257">
      <w:pPr>
        <w:jc w:val="both"/>
      </w:pPr>
    </w:p>
    <w:p w:rsidR="00DB0CAA" w:rsidRPr="00E350AB" w:rsidRDefault="00DB0CAA" w:rsidP="008F2257">
      <w:pPr>
        <w:jc w:val="both"/>
      </w:pPr>
    </w:p>
    <w:p w:rsidR="00DB0CAA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6E5648" w:rsidRDefault="00DB0CAA" w:rsidP="004D47FF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</w:t>
      </w:r>
      <w:r w:rsidRPr="006E5648">
        <w:rPr>
          <w:b/>
          <w:bCs/>
          <w:i/>
          <w:iCs/>
          <w:sz w:val="28"/>
          <w:szCs w:val="28"/>
          <w:u w:val="single"/>
        </w:rPr>
        <w:t>.Содержание программы</w:t>
      </w:r>
    </w:p>
    <w:p w:rsidR="00DB0CAA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5174DD" w:rsidRDefault="00DB0CAA" w:rsidP="005174DD">
      <w:pPr>
        <w:pStyle w:val="Subtitle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</w:pPr>
      <w:r w:rsidRPr="005174DD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  <w:t>Числа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Рациональные числа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Множество рациональных чисел. Сравнение рациональных чисел. Действия с рациональными числами. Представление рационального числа десятичной дробью. 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Иррациональные числа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Понятие иррационального числа. Распознавание иррациональных чисел. Примеры доказательств в алгебре. Иррациональность числа </w:t>
      </w:r>
      <w:r w:rsidRPr="00A1222E">
        <w:rPr>
          <w:noProof/>
          <w:position w:val="-6"/>
        </w:rPr>
        <w:pict>
          <v:shape id="Рисунок 15" o:spid="_x0000_i1035" type="#_x0000_t75" style="width:10.5pt;height:21.75pt;visibility:visible">
            <v:imagedata r:id="rId16" o:title=""/>
          </v:shape>
        </w:pict>
      </w:r>
      <w:r w:rsidRPr="005174DD">
        <w:t>. Применение в геометрии. Сравнение иррациональных чисел. Множество действительных чисел.</w:t>
      </w:r>
    </w:p>
    <w:p w:rsidR="00DB0CAA" w:rsidRPr="005174DD" w:rsidRDefault="00DB0CAA" w:rsidP="005174DD">
      <w:pPr>
        <w:pStyle w:val="Subtitle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</w:pPr>
      <w:r w:rsidRPr="005174DD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  <w:t>Тождественные преобразования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Числовые и буквенные выражения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Выражение с переменной. Значение выражения. Подстановка выражений вместо переменных. 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Целые выражения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группировка, применение формул сокращенного умножения. Квадратный трехчлен, разложение квадратного трехчлена на множители.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Дробно-рациональные выражения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Степень с целым показателем. Преобразование дробно-линейных выражений: сложение, умножение, деление. Алгебраическая дробь. Допустимые значения переменных в дробно-рациональных выражениях. 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Преобразование выражений, содержащих знак модуля.</w:t>
      </w:r>
    </w:p>
    <w:p w:rsidR="00DB0CAA" w:rsidRPr="005174DD" w:rsidRDefault="00DB0CAA" w:rsidP="005174DD">
      <w:pPr>
        <w:tabs>
          <w:tab w:val="left" w:pos="284"/>
        </w:tabs>
        <w:jc w:val="both"/>
        <w:rPr>
          <w:sz w:val="28"/>
          <w:szCs w:val="28"/>
        </w:rPr>
      </w:pPr>
      <w:r w:rsidRPr="005174DD">
        <w:rPr>
          <w:b/>
          <w:bCs/>
          <w:sz w:val="28"/>
          <w:szCs w:val="28"/>
        </w:rPr>
        <w:t>Квадратные корни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внесение множителя под знак корня. </w:t>
      </w:r>
    </w:p>
    <w:p w:rsidR="00DB0CAA" w:rsidRPr="005174DD" w:rsidRDefault="00DB0CAA" w:rsidP="005174DD">
      <w:pPr>
        <w:pStyle w:val="Subtitle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</w:pPr>
      <w:r w:rsidRPr="005174DD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  <w:t>Уравнения и неравенства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Равенства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Числовое равенство. Свойства числовых равенств. Равенство с переменной.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rPr>
          <w:b/>
          <w:bCs/>
        </w:rPr>
        <w:t>Уравнения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Понятие уравнения и корня уравнения. Представление о равносильности уравнений. Область определения уравнения (область допустимых значений переменной).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Линейное уравнение и его корни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Решение линейных уравнений. Линейное уравнение с параметром. Количество корней линейного уравнения. Решение линейных уравнений с параметром.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Квадратное уравнение и его корни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Квадратные уравнения. Неполные квадратные уравнения. Дискриминант квадратного уравнения. Формула корней квадратного уравнения. Теорема Виета. Теорема, обратная теореме Виета. Решение квадратных уравнений:использование формулы для нахождения корней, графический метод решения, разложение на множители, подбор корней с использованием теоремы Виета. 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Дробно-рациональные уравнения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Решение простейших дробно-линейных уравнений. Решение дробно-рациональных уравнений.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Простейшие иррациональные уравнения вида </w:t>
      </w:r>
      <w:r w:rsidRPr="00A1222E">
        <w:rPr>
          <w:noProof/>
          <w:position w:val="-16"/>
        </w:rPr>
        <w:pict>
          <v:shape id="Рисунок 14" o:spid="_x0000_i1036" type="#_x0000_t75" style="width:58.5pt;height:21.75pt;visibility:visible">
            <v:imagedata r:id="rId8" o:title=""/>
          </v:shape>
        </w:pict>
      </w:r>
      <w:r w:rsidRPr="005174DD">
        <w:t xml:space="preserve">, </w:t>
      </w:r>
      <w:r w:rsidRPr="00A1222E">
        <w:rPr>
          <w:noProof/>
          <w:position w:val="-16"/>
        </w:rPr>
        <w:pict>
          <v:shape id="Рисунок 13" o:spid="_x0000_i1037" type="#_x0000_t75" style="width:81.75pt;height:21.75pt;visibility:visible">
            <v:imagedata r:id="rId9" o:title=""/>
          </v:shape>
        </w:pict>
      </w:r>
      <w:r w:rsidRPr="005174DD">
        <w:t>.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Уравнения вида </w:t>
      </w:r>
      <w:r w:rsidRPr="00A1222E">
        <w:rPr>
          <w:noProof/>
          <w:position w:val="-6"/>
        </w:rPr>
        <w:pict>
          <v:shape id="Рисунок 12" o:spid="_x0000_i1038" type="#_x0000_t75" style="width:34.5pt;height:21.75pt;visibility:visible">
            <v:imagedata r:id="rId17" o:title=""/>
          </v:shape>
        </w:pict>
      </w:r>
      <w:r w:rsidRPr="005174DD">
        <w:t>.Уравнения в целых числах.</w:t>
      </w:r>
    </w:p>
    <w:p w:rsidR="00DB0CAA" w:rsidRPr="005174DD" w:rsidRDefault="00DB0CAA" w:rsidP="005174DD">
      <w:pPr>
        <w:tabs>
          <w:tab w:val="left" w:pos="284"/>
        </w:tabs>
        <w:jc w:val="both"/>
        <w:rPr>
          <w:b/>
          <w:bCs/>
          <w:i/>
          <w:iCs/>
        </w:rPr>
      </w:pPr>
      <w:r w:rsidRPr="005174DD">
        <w:rPr>
          <w:b/>
          <w:bCs/>
          <w:i/>
          <w:iCs/>
        </w:rPr>
        <w:t>Системы уравнений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Уравнение с двумя переменными. Линейное уравнение с двумя переменными. Прямая как графическая интерпретация линейного уравнения с двумя переменными.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Понятие системы уравнений. Решение системы уравнений.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Методы решения систем линейных уравнений с двумя переменными: графический метод, метод сложения, метод подстановки.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Системы линейных уравнений с параметром.</w:t>
      </w:r>
    </w:p>
    <w:p w:rsidR="00DB0CAA" w:rsidRPr="005174DD" w:rsidRDefault="00DB0CAA" w:rsidP="005174DD">
      <w:pPr>
        <w:tabs>
          <w:tab w:val="left" w:pos="284"/>
        </w:tabs>
        <w:jc w:val="both"/>
        <w:rPr>
          <w:b/>
          <w:bCs/>
          <w:i/>
          <w:iCs/>
        </w:rPr>
      </w:pPr>
      <w:r w:rsidRPr="005174DD">
        <w:rPr>
          <w:b/>
          <w:bCs/>
          <w:i/>
          <w:iCs/>
        </w:rPr>
        <w:t>Неравенства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Числовые неравенства. Свойства числовых неравенств. Проверка справедливости неравенств при заданных значениях переменных.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Неравенство с переменной. Строгие и нестрогие неравенства. Область определения неравенства (область допустимых значений переменной).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Решение линейных неравенств.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Квадратное неравенство и его решения. 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Решение целых и дробно-рациональных неравенств методом интервалов.</w:t>
      </w:r>
    </w:p>
    <w:p w:rsidR="00DB0CAA" w:rsidRPr="005174DD" w:rsidRDefault="00DB0CAA" w:rsidP="005174DD">
      <w:pPr>
        <w:tabs>
          <w:tab w:val="left" w:pos="284"/>
        </w:tabs>
        <w:jc w:val="both"/>
        <w:rPr>
          <w:b/>
          <w:bCs/>
          <w:i/>
          <w:iCs/>
        </w:rPr>
      </w:pPr>
      <w:r w:rsidRPr="005174DD">
        <w:rPr>
          <w:b/>
          <w:bCs/>
          <w:i/>
          <w:iCs/>
        </w:rPr>
        <w:t>Системы неравенств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Системы неравенств с одной переменной. Решение систем неравенств с одной переменной: линейных, квадратных. Изображение решения системы неравенств на числовой прямой. Запись решения системы неравенств.</w:t>
      </w:r>
    </w:p>
    <w:p w:rsidR="00DB0CAA" w:rsidRPr="005174DD" w:rsidRDefault="00DB0CAA" w:rsidP="005174DD">
      <w:pPr>
        <w:pStyle w:val="Subtitle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</w:pPr>
      <w:r w:rsidRPr="005174DD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  <w:t>Функции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Понятие функции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знакопостоянства, четность/нечетность, промежутки возрастания и убывания, наибольшее и наименьшее значения. Исследование функции по ее графику.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Представление об асимптотах.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Непрерывность функции. Кусочно заданные функции.</w:t>
      </w:r>
    </w:p>
    <w:p w:rsidR="00DB0CAA" w:rsidRPr="005174DD" w:rsidRDefault="00DB0CAA" w:rsidP="005174DD">
      <w:pPr>
        <w:tabs>
          <w:tab w:val="left" w:pos="284"/>
        </w:tabs>
        <w:jc w:val="both"/>
        <w:rPr>
          <w:b/>
          <w:bCs/>
          <w:i/>
          <w:iCs/>
        </w:rPr>
      </w:pPr>
      <w:r w:rsidRPr="005174DD">
        <w:rPr>
          <w:b/>
          <w:bCs/>
          <w:i/>
          <w:iCs/>
        </w:rPr>
        <w:t>Линейная функция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Квадратичная функция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Свойства и график квадратичной функции (парабола). Построение графика квадратичной функции по точкам. Нахождение нулей квадратичной функции, множества значений, промежутков знакопостоянства, промежутков монотонности.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Обратная пропорциональность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Свойства функции </w:t>
      </w:r>
      <w:r w:rsidRPr="00A1222E">
        <w:rPr>
          <w:noProof/>
          <w:position w:val="-24"/>
        </w:rPr>
        <w:pict>
          <v:shape id="Рисунок 11" o:spid="_x0000_i1039" type="#_x0000_t75" style="width:26.25pt;height:26.25pt;visibility:visible">
            <v:imagedata r:id="rId18" o:title=""/>
          </v:shape>
        </w:pict>
      </w:r>
      <w:r w:rsidRPr="005174DD">
        <w:fldChar w:fldCharType="begin"/>
      </w:r>
      <w:r w:rsidRPr="005174DD">
        <w:instrText xml:space="preserve"> QUOTE </w:instrText>
      </w:r>
      <w:r w:rsidRPr="00A1222E">
        <w:rPr>
          <w:noProof/>
          <w:position w:val="-15"/>
        </w:rPr>
        <w:pict>
          <v:shape id="Рисунок 10" o:spid="_x0000_i1040" type="#_x0000_t75" style="width:32.25pt;height:24pt;visibility:visible">
            <v:imagedata r:id="rId19" o:title="" chromakey="white"/>
          </v:shape>
        </w:pict>
      </w:r>
      <w:r w:rsidRPr="005174DD">
        <w:fldChar w:fldCharType="separate"/>
      </w:r>
      <w:r w:rsidRPr="00A1222E">
        <w:rPr>
          <w:noProof/>
          <w:position w:val="-15"/>
        </w:rPr>
        <w:pict>
          <v:shape id="Рисунок 9" o:spid="_x0000_i1041" type="#_x0000_t75" style="width:32.25pt;height:24pt;visibility:visible">
            <v:imagedata r:id="rId19" o:title="" chromakey="white"/>
          </v:shape>
        </w:pict>
      </w:r>
      <w:r w:rsidRPr="005174DD">
        <w:fldChar w:fldCharType="end"/>
      </w:r>
      <w:r w:rsidRPr="005174DD">
        <w:t xml:space="preserve">. Гипербола. </w:t>
      </w:r>
    </w:p>
    <w:p w:rsidR="00DB0CAA" w:rsidRDefault="00DB0CAA" w:rsidP="005174DD">
      <w:pPr>
        <w:tabs>
          <w:tab w:val="left" w:pos="284"/>
        </w:tabs>
        <w:jc w:val="both"/>
      </w:pPr>
      <w:r w:rsidRPr="005174DD">
        <w:rPr>
          <w:b/>
          <w:bCs/>
          <w:i/>
          <w:iCs/>
        </w:rPr>
        <w:t>Графики функций</w:t>
      </w:r>
      <w:r w:rsidRPr="005174DD">
        <w:t xml:space="preserve">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Преобразование графика функции </w:t>
      </w:r>
      <w:r w:rsidRPr="00A1222E">
        <w:rPr>
          <w:noProof/>
          <w:position w:val="-10"/>
        </w:rPr>
        <w:pict>
          <v:shape id="Рисунок 8" o:spid="_x0000_i1042" type="#_x0000_t75" style="width:47.25pt;height:10.5pt;visibility:visible">
            <v:imagedata r:id="rId20" o:title=""/>
          </v:shape>
        </w:pict>
      </w:r>
      <w:r w:rsidRPr="005174DD">
        <w:t xml:space="preserve"> для построения графиков функций вида </w:t>
      </w:r>
      <w:r w:rsidRPr="00A1222E">
        <w:rPr>
          <w:noProof/>
          <w:position w:val="-12"/>
        </w:rPr>
        <w:pict>
          <v:shape id="Рисунок 7" o:spid="_x0000_i1043" type="#_x0000_t75" style="width:81.75pt;height:10.5pt;visibility:visible">
            <v:imagedata r:id="rId15" o:title=""/>
          </v:shape>
        </w:pict>
      </w:r>
      <w:r w:rsidRPr="005174DD">
        <w:t>.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Графики функций </w:t>
      </w:r>
      <w:r w:rsidRPr="00A1222E">
        <w:rPr>
          <w:noProof/>
          <w:position w:val="-24"/>
        </w:rPr>
        <w:pict>
          <v:shape id="Рисунок 6" o:spid="_x0000_i1044" type="#_x0000_t75" style="width:63pt;height:26.25pt;visibility:visible">
            <v:imagedata r:id="rId11" o:title=""/>
          </v:shape>
        </w:pict>
      </w:r>
      <w:r w:rsidRPr="005174DD">
        <w:t xml:space="preserve">, </w:t>
      </w:r>
      <w:r w:rsidRPr="00A1222E">
        <w:rPr>
          <w:noProof/>
          <w:position w:val="-10"/>
        </w:rPr>
        <w:pict>
          <v:shape id="Рисунок 5" o:spid="_x0000_i1045" type="#_x0000_t75" style="width:41.25pt;height:10.5pt;visibility:visible">
            <v:imagedata r:id="rId12" o:title=""/>
          </v:shape>
        </w:pict>
      </w:r>
      <w:r w:rsidRPr="005174DD">
        <w:fldChar w:fldCharType="begin"/>
      </w:r>
      <w:r w:rsidRPr="005174DD">
        <w:instrText xml:space="preserve"> QUOTE  </w:instrText>
      </w:r>
      <w:r w:rsidRPr="005174DD">
        <w:fldChar w:fldCharType="end"/>
      </w:r>
      <w:r w:rsidRPr="005174DD">
        <w:t>,</w:t>
      </w:r>
      <w:r w:rsidRPr="00A1222E">
        <w:rPr>
          <w:noProof/>
          <w:position w:val="-10"/>
        </w:rPr>
        <w:pict>
          <v:shape id="Рисунок 4" o:spid="_x0000_i1046" type="#_x0000_t75" style="width:34.5pt;height:10.5pt;visibility:visible">
            <v:imagedata r:id="rId13" o:title=""/>
          </v:shape>
        </w:pict>
      </w:r>
      <w:fldSimple w:instr="">
        <w:r w:rsidRPr="00A1222E">
          <w:rPr>
            <w:noProof/>
            <w:position w:val="-10"/>
          </w:rPr>
          <w:pict>
            <v:shape id="Рисунок 3" o:spid="_x0000_i1047" type="#_x0000_t75" style="width:36.75pt;height:19.5pt;visibility:visible">
              <v:imagedata r:id="rId13" o:title=""/>
            </v:shape>
          </w:pict>
        </w:r>
      </w:fldSimple>
      <w:r w:rsidRPr="005174DD">
        <w:t xml:space="preserve">, </w:t>
      </w:r>
      <w:r w:rsidRPr="00A1222E">
        <w:rPr>
          <w:noProof/>
          <w:position w:val="-12"/>
        </w:rPr>
        <w:pict>
          <v:shape id="Рисунок 2" o:spid="_x0000_i1048" type="#_x0000_t75" style="width:26.25pt;height:10.5pt;visibility:visible">
            <v:imagedata r:id="rId14" o:title=""/>
          </v:shape>
        </w:pict>
      </w:r>
      <w:r w:rsidRPr="005174DD">
        <w:t xml:space="preserve">. </w:t>
      </w:r>
    </w:p>
    <w:p w:rsidR="00DB0CAA" w:rsidRPr="005174DD" w:rsidRDefault="00DB0CAA" w:rsidP="005174DD">
      <w:pPr>
        <w:tabs>
          <w:tab w:val="left" w:pos="284"/>
        </w:tabs>
        <w:jc w:val="both"/>
        <w:rPr>
          <w:b/>
          <w:bCs/>
          <w:sz w:val="28"/>
          <w:szCs w:val="28"/>
        </w:rPr>
      </w:pPr>
      <w:r w:rsidRPr="005174DD">
        <w:rPr>
          <w:b/>
          <w:bCs/>
          <w:sz w:val="28"/>
          <w:szCs w:val="28"/>
        </w:rPr>
        <w:t>Последовательности и прогрессии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Формула общего члена и суммы </w:t>
      </w:r>
      <w:r w:rsidRPr="005174DD">
        <w:rPr>
          <w:lang w:val="en-US"/>
        </w:rPr>
        <w:t>n</w:t>
      </w:r>
      <w:r w:rsidRPr="005174DD">
        <w:t xml:space="preserve"> первых членов арифметической и геометрической прогрессий. Сходящаяся геометрическая прогрессия.</w:t>
      </w:r>
    </w:p>
    <w:p w:rsidR="00DB0CAA" w:rsidRPr="005174DD" w:rsidRDefault="00DB0CAA" w:rsidP="005174DD">
      <w:pPr>
        <w:pStyle w:val="Subtitle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</w:pPr>
      <w:r w:rsidRPr="005174DD">
        <w:rPr>
          <w:rFonts w:ascii="Times New Roman" w:hAnsi="Times New Roman" w:cs="Times New Roman"/>
          <w:b/>
          <w:bCs/>
          <w:i w:val="0"/>
          <w:iCs w:val="0"/>
          <w:color w:val="auto"/>
          <w:spacing w:val="0"/>
          <w:sz w:val="28"/>
          <w:szCs w:val="28"/>
        </w:rPr>
        <w:t>Решение текстовых задач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Задачи на все арифметические действия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Решение текстовых задач арифметическим способом. Использование таблиц, схем, чертежей, других средств представления данных при решении задачи. 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Задачи на движение, работу и покупки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Анализ возможных ситуаций взаимного расположения объектов при их движении, соотношения объемов выполняемых работ при совместной работе. </w:t>
      </w:r>
    </w:p>
    <w:p w:rsidR="00DB0CAA" w:rsidRPr="005174DD" w:rsidRDefault="00DB0CAA" w:rsidP="005174DD">
      <w:pPr>
        <w:tabs>
          <w:tab w:val="left" w:pos="284"/>
        </w:tabs>
        <w:jc w:val="both"/>
        <w:rPr>
          <w:b/>
          <w:bCs/>
          <w:i/>
          <w:iCs/>
        </w:rPr>
      </w:pPr>
      <w:r w:rsidRPr="005174DD">
        <w:rPr>
          <w:b/>
          <w:bCs/>
          <w:i/>
          <w:iCs/>
        </w:rPr>
        <w:t>Задачи на части, доли, проценты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DB0CAA" w:rsidRPr="005174DD" w:rsidRDefault="00DB0CAA" w:rsidP="005174DD">
      <w:pPr>
        <w:tabs>
          <w:tab w:val="left" w:pos="284"/>
        </w:tabs>
        <w:jc w:val="both"/>
        <w:rPr>
          <w:b/>
          <w:bCs/>
          <w:i/>
          <w:iCs/>
        </w:rPr>
      </w:pPr>
      <w:r w:rsidRPr="005174DD">
        <w:rPr>
          <w:b/>
          <w:bCs/>
          <w:i/>
          <w:iCs/>
        </w:rPr>
        <w:t>Логические задачи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Решение логических задач. Решение логических задач с помощью графов, таблиц. </w:t>
      </w:r>
    </w:p>
    <w:p w:rsidR="00DB0CAA" w:rsidRPr="005174DD" w:rsidRDefault="00DB0CAA" w:rsidP="005174DD">
      <w:pPr>
        <w:widowControl w:val="0"/>
        <w:tabs>
          <w:tab w:val="left" w:pos="284"/>
        </w:tabs>
        <w:jc w:val="both"/>
      </w:pPr>
      <w:r w:rsidRPr="005174DD">
        <w:rPr>
          <w:b/>
          <w:bCs/>
          <w:i/>
          <w:iCs/>
        </w:rPr>
        <w:t>Основные методы решения текстовых задач</w:t>
      </w:r>
      <w:r w:rsidRPr="005174DD">
        <w:rPr>
          <w:b/>
          <w:bCs/>
        </w:rPr>
        <w:t xml:space="preserve">: </w:t>
      </w:r>
      <w:r w:rsidRPr="005174DD">
        <w:t>арифметический, алгебраический, перебор вариантов. Первичные представления о других методах решения задач (геометрические и графические методы).</w:t>
      </w:r>
    </w:p>
    <w:p w:rsidR="00DB0CAA" w:rsidRPr="005174DD" w:rsidRDefault="00DB0CAA" w:rsidP="005174DD">
      <w:pPr>
        <w:pStyle w:val="Heading3"/>
        <w:tabs>
          <w:tab w:val="left" w:pos="284"/>
        </w:tabs>
        <w:spacing w:before="0" w:beforeAutospacing="0" w:after="0" w:afterAutospacing="0"/>
        <w:jc w:val="both"/>
      </w:pPr>
      <w:bookmarkStart w:id="4" w:name="_Toc405513922"/>
      <w:bookmarkStart w:id="5" w:name="_Toc284662800"/>
      <w:bookmarkStart w:id="6" w:name="_Toc284663427"/>
      <w:r w:rsidRPr="005174DD">
        <w:t>Статистика и теория вероятностей</w:t>
      </w:r>
      <w:bookmarkEnd w:id="4"/>
      <w:bookmarkEnd w:id="5"/>
      <w:bookmarkEnd w:id="6"/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Статистика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медиана, наибольшее и наименьшее значения. Меры рассеивания: размах, дисперсия и стандартное отклонение. 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Случайная изменчивость. Изменчивость при измерениях. Решающие правила. Закономерности в изменчивых величинах.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Случайные события</w:t>
      </w:r>
    </w:p>
    <w:p w:rsidR="00DB0CAA" w:rsidRPr="005174DD" w:rsidRDefault="00DB0CAA" w:rsidP="005174DD">
      <w:pPr>
        <w:tabs>
          <w:tab w:val="left" w:pos="284"/>
        </w:tabs>
        <w:jc w:val="both"/>
      </w:pPr>
      <w:r w:rsidRPr="005174DD">
        <w:t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Противоположные события, объединение и пересечение событий. Правило сложения вероятностей. Случайный выбор. Представление эксперимента в виде дерева. Независимые события. Умножение вероятностей независимых событий. Последовательные независимые испытания. Представление о независимых событиях в жизни.</w:t>
      </w:r>
    </w:p>
    <w:p w:rsidR="00DB0CAA" w:rsidRPr="005174DD" w:rsidRDefault="00DB0CAA" w:rsidP="005174DD">
      <w:pPr>
        <w:tabs>
          <w:tab w:val="left" w:pos="284"/>
        </w:tabs>
        <w:jc w:val="both"/>
        <w:rPr>
          <w:i/>
          <w:iCs/>
        </w:rPr>
      </w:pPr>
      <w:r w:rsidRPr="005174DD">
        <w:rPr>
          <w:b/>
          <w:bCs/>
          <w:i/>
          <w:iCs/>
        </w:rPr>
        <w:t>Элементы комбинаторики</w:t>
      </w:r>
    </w:p>
    <w:p w:rsidR="00DB0CAA" w:rsidRPr="005174DD" w:rsidRDefault="00DB0CAA" w:rsidP="005174DD">
      <w:pPr>
        <w:tabs>
          <w:tab w:val="left" w:pos="284"/>
        </w:tabs>
        <w:jc w:val="both"/>
        <w:rPr>
          <w:b/>
          <w:bCs/>
        </w:rPr>
      </w:pPr>
      <w:r w:rsidRPr="005174DD"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формул.. Успех и неудача.</w:t>
      </w:r>
      <w:r w:rsidRPr="005174DD">
        <w:rPr>
          <w:b/>
          <w:bCs/>
        </w:rPr>
        <w:t xml:space="preserve"> </w:t>
      </w:r>
    </w:p>
    <w:p w:rsidR="00DB0CAA" w:rsidRPr="005174DD" w:rsidRDefault="00DB0CAA" w:rsidP="005174DD">
      <w:pPr>
        <w:tabs>
          <w:tab w:val="left" w:pos="284"/>
        </w:tabs>
        <w:jc w:val="both"/>
        <w:rPr>
          <w:b/>
          <w:bCs/>
          <w:i/>
          <w:iCs/>
        </w:rPr>
      </w:pPr>
      <w:r w:rsidRPr="005174DD">
        <w:rPr>
          <w:b/>
          <w:bCs/>
          <w:i/>
          <w:iCs/>
        </w:rPr>
        <w:t>Случайные величины</w:t>
      </w:r>
    </w:p>
    <w:p w:rsidR="00DB0CAA" w:rsidRDefault="00DB0CAA" w:rsidP="005174DD">
      <w:pPr>
        <w:tabs>
          <w:tab w:val="left" w:pos="284"/>
        </w:tabs>
        <w:jc w:val="both"/>
      </w:pPr>
      <w:r w:rsidRPr="005174DD"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DB0CAA" w:rsidRDefault="00DB0CAA" w:rsidP="005174DD">
      <w:pPr>
        <w:tabs>
          <w:tab w:val="left" w:pos="284"/>
        </w:tabs>
        <w:jc w:val="both"/>
      </w:pPr>
    </w:p>
    <w:p w:rsidR="00DB0CAA" w:rsidRDefault="00DB0CAA" w:rsidP="005174DD">
      <w:pPr>
        <w:tabs>
          <w:tab w:val="left" w:pos="284"/>
        </w:tabs>
        <w:jc w:val="both"/>
      </w:pPr>
    </w:p>
    <w:p w:rsidR="00DB0CAA" w:rsidRDefault="00DB0CAA" w:rsidP="005174DD">
      <w:pPr>
        <w:tabs>
          <w:tab w:val="left" w:pos="284"/>
        </w:tabs>
        <w:jc w:val="both"/>
      </w:pPr>
      <w:bookmarkStart w:id="7" w:name="_GoBack"/>
      <w:bookmarkEnd w:id="7"/>
    </w:p>
    <w:p w:rsidR="00DB0CAA" w:rsidRPr="00CE7B24" w:rsidRDefault="00DB0CAA" w:rsidP="00E8414B">
      <w:pPr>
        <w:ind w:left="120"/>
        <w:jc w:val="center"/>
        <w:rPr>
          <w:b/>
          <w:bCs/>
          <w:sz w:val="28"/>
          <w:szCs w:val="28"/>
        </w:rPr>
      </w:pPr>
      <w:r w:rsidRPr="00CE7B24">
        <w:rPr>
          <w:b/>
          <w:bCs/>
          <w:sz w:val="28"/>
          <w:szCs w:val="28"/>
        </w:rPr>
        <w:t>Тематическое  планирование  учебного  материала</w:t>
      </w:r>
    </w:p>
    <w:p w:rsidR="00DB0CAA" w:rsidRPr="00CE7B24" w:rsidRDefault="00DB0CAA" w:rsidP="00E8414B">
      <w:pPr>
        <w:ind w:left="120"/>
        <w:jc w:val="center"/>
        <w:rPr>
          <w:b/>
          <w:bCs/>
          <w:sz w:val="28"/>
          <w:szCs w:val="28"/>
          <w:u w:val="single"/>
        </w:rPr>
      </w:pPr>
      <w:r w:rsidRPr="00CE7B24">
        <w:rPr>
          <w:b/>
          <w:bCs/>
          <w:sz w:val="28"/>
          <w:szCs w:val="28"/>
          <w:u w:val="single"/>
        </w:rPr>
        <w:t>7 класс</w:t>
      </w:r>
    </w:p>
    <w:p w:rsidR="00DB0CAA" w:rsidRPr="00CE7B24" w:rsidRDefault="00DB0CAA" w:rsidP="00E8414B">
      <w:pPr>
        <w:ind w:left="120"/>
        <w:jc w:val="center"/>
        <w:rPr>
          <w:b/>
          <w:bCs/>
          <w:sz w:val="28"/>
          <w:szCs w:val="28"/>
        </w:rPr>
      </w:pPr>
    </w:p>
    <w:tbl>
      <w:tblPr>
        <w:tblW w:w="87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5"/>
        <w:gridCol w:w="4807"/>
        <w:gridCol w:w="1701"/>
        <w:gridCol w:w="1417"/>
      </w:tblGrid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№ п/п</w:t>
            </w: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 xml:space="preserve">                    ТЕМЫ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Кол-во часов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Контрольные работы</w:t>
            </w:r>
          </w:p>
        </w:tc>
      </w:tr>
      <w:tr w:rsidR="00DB0CAA" w:rsidRPr="00CE7B24">
        <w:tc>
          <w:tcPr>
            <w:tcW w:w="5637" w:type="dxa"/>
            <w:gridSpan w:val="3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Глава 1. ВЫРАЖЕНИЯ. ТОЖДЕСТВА. УРАВНЕНИЯ.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</w:t>
            </w: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Выражения с переменными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Сравнение выражений с переменными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Свойства действий над числами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Тождества. Тождественные преобразования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Уравнения и его корни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Линейное уравнение с одной переменной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Решение задач с помощью уравнений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Среднее арифметическое, размах и мода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Медиан как статистическая характеристика.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Решение упражнений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3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rPr>
                <w:b/>
                <w:bCs/>
              </w:rPr>
              <w:t>Глава 2.  ФУНКЦИИ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</w:t>
            </w: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Функция. Вычисление значений функции по формуле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График функции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Прямая пропорциональность и ее график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Линейная функция и ее график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Взаимное расположение графиков линейных функций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3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b/>
                <w:bCs/>
              </w:rPr>
              <w:t xml:space="preserve">Глава 3.   СТЕПЕНЬ С НАТУРАЛЬНЫМ ПОКАЗАТЕЛЕМ  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</w:t>
            </w: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Определение степени с натуральным показателем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Умножение и деление степеней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Возведение в степень произведения и степени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Одночлен и его стандартный вид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Умножение одночленов. Возведение одночлена в степень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Функции у = х</w:t>
            </w:r>
            <w:r w:rsidRPr="00CE7B24">
              <w:rPr>
                <w:color w:val="000000"/>
                <w:vertAlign w:val="superscript"/>
              </w:rPr>
              <w:t>2</w:t>
            </w:r>
            <w:r w:rsidRPr="00CE7B24">
              <w:rPr>
                <w:color w:val="000000"/>
              </w:rPr>
              <w:t>, y = x</w:t>
            </w:r>
            <w:r w:rsidRPr="00CE7B24">
              <w:rPr>
                <w:color w:val="000000"/>
                <w:vertAlign w:val="superscript"/>
              </w:rPr>
              <w:t>3</w:t>
            </w:r>
            <w:r w:rsidRPr="00CE7B24">
              <w:rPr>
                <w:color w:val="000000"/>
              </w:rPr>
              <w:t xml:space="preserve"> и их графики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3"/>
          </w:tcPr>
          <w:p w:rsidR="00DB0CAA" w:rsidRPr="00CE7B24" w:rsidRDefault="00DB0CAA" w:rsidP="003C41F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E7B24">
              <w:rPr>
                <w:b/>
                <w:bCs/>
              </w:rPr>
              <w:t>Глава 4.  МНОГОЧЛЕНЫ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17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</w:t>
            </w: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Многочлен и его стандартный вид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Сложение и вычитание многочленов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Умножение одночлена на многочлен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Вынесение общего множителя за скобки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Умножение многочлена на многочлен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Разложение многочлена на множители способом группировки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Доказательство тождеств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3"/>
          </w:tcPr>
          <w:p w:rsidR="00DB0CAA" w:rsidRPr="00CE7B24" w:rsidRDefault="00DB0CAA" w:rsidP="003C41F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E7B24">
              <w:rPr>
                <w:b/>
                <w:bCs/>
              </w:rPr>
              <w:t xml:space="preserve">Глава 5.  ФОРМУЛЫ СОКРАЩЕННОГО УМНОЖЕНИЯ  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19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</w:t>
            </w: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Возведение в квадрат и в куб суммы и разности двух выражений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Умножение разности двух выражений на их сумму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Разложение разности квадратов на множители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Разложение на множители суммы и разности кубов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Преобразование целого выражения в многочлен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Применение различных способов для разложения на множители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3"/>
          </w:tcPr>
          <w:p w:rsidR="00DB0CAA" w:rsidRPr="00CE7B24" w:rsidRDefault="00DB0CAA" w:rsidP="003C41FD">
            <w:pPr>
              <w:jc w:val="center"/>
              <w:rPr>
                <w:b/>
                <w:bCs/>
              </w:rPr>
            </w:pPr>
            <w:r w:rsidRPr="00CE7B24">
              <w:rPr>
                <w:b/>
                <w:bCs/>
              </w:rPr>
              <w:t xml:space="preserve">Глава 6.  СИСТЕМЫ ЛИНЕЙНЫХ УРАВНЕНИЙ  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16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t>1</w:t>
            </w:r>
          </w:p>
        </w:tc>
      </w:tr>
      <w:tr w:rsidR="00DB0CAA" w:rsidRPr="00CE7B24">
        <w:tc>
          <w:tcPr>
            <w:tcW w:w="675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962" w:type="dxa"/>
            <w:gridSpan w:val="2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Линейное уравнение с двумя переменными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675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962" w:type="dxa"/>
            <w:gridSpan w:val="2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График линейного уравнения с двумя переменными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675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962" w:type="dxa"/>
            <w:gridSpan w:val="2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Системы линейных уравнений с двумя переменными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675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962" w:type="dxa"/>
            <w:gridSpan w:val="2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Способ подстановки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675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962" w:type="dxa"/>
            <w:gridSpan w:val="2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 xml:space="preserve">Способ сложения. 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675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962" w:type="dxa"/>
            <w:gridSpan w:val="2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 xml:space="preserve"> Решение задач с помощью систем уравнений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3"/>
          </w:tcPr>
          <w:p w:rsidR="00DB0CAA" w:rsidRPr="00CE7B24" w:rsidRDefault="00DB0CAA" w:rsidP="00CC032C">
            <w:pPr>
              <w:rPr>
                <w:b/>
                <w:bCs/>
                <w:color w:val="000000"/>
              </w:rPr>
            </w:pPr>
            <w:r w:rsidRPr="00CE7B24">
              <w:rPr>
                <w:b/>
                <w:bCs/>
              </w:rPr>
              <w:t xml:space="preserve">Глава 7.  ПОВТОРЕНИЕ  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5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</w:tr>
      <w:tr w:rsidR="00DB0CAA" w:rsidRPr="00CE7B24">
        <w:tc>
          <w:tcPr>
            <w:tcW w:w="675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962" w:type="dxa"/>
            <w:gridSpan w:val="2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Формулы сокращённого умножения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675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962" w:type="dxa"/>
            <w:gridSpan w:val="2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Выражения. Тождества. Уравнения.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675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962" w:type="dxa"/>
            <w:gridSpan w:val="2"/>
            <w:vAlign w:val="bottom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Функции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</w:tbl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  <w:r w:rsidRPr="00CE7B24">
        <w:rPr>
          <w:b/>
          <w:bCs/>
          <w:sz w:val="28"/>
          <w:szCs w:val="28"/>
          <w:u w:val="single"/>
        </w:rPr>
        <w:t>8 класс</w:t>
      </w:r>
    </w:p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  <w:u w:val="single"/>
        </w:rPr>
      </w:pPr>
    </w:p>
    <w:tbl>
      <w:tblPr>
        <w:tblW w:w="87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4807"/>
        <w:gridCol w:w="1701"/>
        <w:gridCol w:w="1417"/>
      </w:tblGrid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№ п/п</w:t>
            </w: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 xml:space="preserve">                    ТЕМЫ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Кол-во часов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Контрольные работы</w:t>
            </w: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48221F">
            <w:pPr>
              <w:jc w:val="center"/>
              <w:rPr>
                <w:b/>
                <w:bCs/>
              </w:rPr>
            </w:pPr>
            <w:r w:rsidRPr="00CE7B24">
              <w:rPr>
                <w:b/>
                <w:bCs/>
              </w:rPr>
              <w:t>ГЛАВА 1.  РАЦИОНАЛЬНЫЕ ДРОБИ.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rPr>
                <w:b/>
                <w:bCs/>
              </w:rPr>
            </w:pPr>
            <w:r w:rsidRPr="00CE7B24">
              <w:t>Рациональные выражения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jc w:val="center"/>
              <w:rPr>
                <w:b/>
                <w:bCs/>
              </w:rPr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Основное свойство дроби. Сокращение дробей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jc w:val="center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Правило сложения дробей с одинаковыми знаменателями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jc w:val="center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Сложение дробей с разными знаменателями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jc w:val="center"/>
            </w:pPr>
            <w:r w:rsidRPr="00CE7B24">
              <w:t>5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Умножение рациональных дробей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jc w:val="center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Деление рациональных дробей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jc w:val="center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Преобразование рациональных выражений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jc w:val="center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 xml:space="preserve">Функция  </w:t>
            </w:r>
            <w:r w:rsidRPr="00CE7B24">
              <w:rPr>
                <w:position w:val="-24"/>
              </w:rPr>
              <w:object w:dxaOrig="620" w:dyaOrig="620">
                <v:shape id="_x0000_i1049" type="#_x0000_t75" style="width:30.75pt;height:30.75pt" o:ole="">
                  <v:imagedata r:id="rId21" o:title=""/>
                </v:shape>
                <o:OLEObject Type="Embed" ProgID="Msxml2.SAXXMLReader.5.0" ShapeID="_x0000_i1049" DrawAspect="Content" ObjectID="_1632052552" r:id="rId22"/>
              </w:object>
            </w:r>
            <w:r w:rsidRPr="00CE7B24">
              <w:t xml:space="preserve"> и ее график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jc w:val="center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397BE0">
            <w:pPr>
              <w:spacing w:line="360" w:lineRule="auto"/>
              <w:jc w:val="both"/>
            </w:pPr>
            <w:r w:rsidRPr="00CE7B24">
              <w:rPr>
                <w:b/>
                <w:bCs/>
              </w:rPr>
              <w:t>ГЛАВА 2. КВАДРАТНЫЕ КОРНИ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19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Рациональные числа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Иррациональные числа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Квадратные корни. Арифметический квадратный корень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 xml:space="preserve">Уравнение вида  </w:t>
            </w:r>
            <w:r w:rsidRPr="00A1222E">
              <w:rPr>
                <w:position w:val="-6"/>
              </w:rPr>
              <w:pict>
                <v:shape id="_x0000_i1050" type="#_x0000_t75" style="width:30pt;height:12.75pt">
                  <v:imagedata r:id="rId23" o:title=""/>
                </v:shape>
              </w:pic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Нахождение приближенных значений квадратного корня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 xml:space="preserve">Функция  </w:t>
            </w:r>
            <w:r w:rsidRPr="00A1222E">
              <w:rPr>
                <w:position w:val="-10"/>
              </w:rPr>
              <w:pict>
                <v:shape id="_x0000_i1051" type="#_x0000_t75" style="width:36.75pt;height:17.25pt">
                  <v:imagedata r:id="rId24" o:title=""/>
                </v:shape>
              </w:pict>
            </w:r>
            <w:r w:rsidRPr="00CE7B24">
              <w:t xml:space="preserve"> и ее график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Вычисление значений выражений, содержащих квадратные корни.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Квадратный корень из произведения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Квадратный корень из степени.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Применение свойств  квадратного корня при вычислениях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Вынесение множителя за знак корня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Внесение множителя под знак корня.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Преобразование выражений, содержащих  квадратные корни, сокращение дробей.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3C41FD">
            <w:pPr>
              <w:shd w:val="clear" w:color="auto" w:fill="FFFFFF"/>
              <w:rPr>
                <w:b/>
                <w:bCs/>
              </w:rPr>
            </w:pPr>
            <w:r w:rsidRPr="00CE7B24">
              <w:rPr>
                <w:b/>
                <w:bCs/>
              </w:rPr>
              <w:t xml:space="preserve"> ГЛАВА 3. КВАДРАТНЫЕ УРАВНЕНИЯ</w:t>
            </w:r>
          </w:p>
          <w:p w:rsidR="00DB0CAA" w:rsidRPr="00CE7B24" w:rsidRDefault="00DB0CAA" w:rsidP="003C41FD">
            <w:pPr>
              <w:pStyle w:val="Default"/>
              <w:rPr>
                <w:b/>
                <w:bCs/>
              </w:rPr>
            </w:pPr>
          </w:p>
        </w:tc>
        <w:tc>
          <w:tcPr>
            <w:tcW w:w="1701" w:type="dxa"/>
          </w:tcPr>
          <w:p w:rsidR="00DB0CAA" w:rsidRPr="00CE7B24" w:rsidRDefault="00DB0CAA" w:rsidP="003C41FD">
            <w:pPr>
              <w:pStyle w:val="Default"/>
              <w:jc w:val="center"/>
              <w:rPr>
                <w:b/>
                <w:bCs/>
              </w:rPr>
            </w:pPr>
            <w:r w:rsidRPr="00CE7B24">
              <w:rPr>
                <w:b/>
                <w:bCs/>
              </w:rPr>
              <w:t>21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Понятие квадратного уравнения.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Неполные квадратные уравнения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Выделение квадрата двучлена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Формула корней квадратного уравнения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Решение квадратных уравнений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B40585">
            <w:pPr>
              <w:spacing w:line="360" w:lineRule="auto"/>
              <w:jc w:val="both"/>
            </w:pPr>
            <w:r w:rsidRPr="00CE7B24">
              <w:t>Решение квадратных уравнений с чётным вторым коэффициентом.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Решение задач с помощью квадратных уравнений.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Теорема Виета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Понятие дробного рационального уравнения.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Решение дробных рациональных уравнений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Решение задач с помощью дробных рациональных уравнений.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Графический способ решения уравнений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rPr>
                <w:b/>
                <w:bCs/>
              </w:rPr>
              <w:t>ГЛАВА 4.НЕРАВЕНСТВА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20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Определение числового неравенства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 xml:space="preserve">Числовые неравенства. 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Свойства числовых неравенств.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Использование свойств числовых неравенств.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Сложение и умножение числовых  неравенств.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Погрешность и точность приближения.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Пересечение объединение множеств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Числовые промежутки.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Решение неравенств с одной переменной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Решение неравенств с одной переменной, содержащих дроби.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 xml:space="preserve">Решение систем неравенств с одной переменной, решение двойных неравенств. 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3C41FD">
            <w:pPr>
              <w:shd w:val="clear" w:color="auto" w:fill="FFFFFF"/>
              <w:rPr>
                <w:b/>
                <w:bCs/>
              </w:rPr>
            </w:pPr>
            <w:r w:rsidRPr="00CE7B24">
              <w:rPr>
                <w:b/>
                <w:bCs/>
                <w:color w:val="000000"/>
              </w:rPr>
              <w:t xml:space="preserve">ГЛАВА 5. СТЕПЕНЬ С ЦЕЛЫМ ПОКАЗАТЕЛЕМ. </w:t>
            </w:r>
            <w:r w:rsidRPr="00CE7B24">
              <w:rPr>
                <w:b/>
                <w:bCs/>
              </w:rPr>
              <w:t>ЭЛЕМЕНТЫ СТАТИКИ.</w:t>
            </w:r>
          </w:p>
          <w:p w:rsidR="00DB0CAA" w:rsidRPr="00CE7B24" w:rsidRDefault="00DB0CAA" w:rsidP="003C41FD">
            <w:pPr>
              <w:pStyle w:val="Default"/>
              <w:rPr>
                <w:b/>
                <w:bCs/>
              </w:rPr>
            </w:pP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 xml:space="preserve"> Определение степени с целым отрицательным показателем.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Свойства степени с целым показателем.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Стандартный вид числа.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 xml:space="preserve"> Сбор и группировка статистических данных.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 xml:space="preserve">Наглядное представление статистической информации. 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ГЛАВА 6. ПОВТОРЕНИЕ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8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 xml:space="preserve">Рациональные дроби. </w:t>
            </w:r>
          </w:p>
          <w:p w:rsidR="00DB0CAA" w:rsidRPr="00CE7B24" w:rsidRDefault="00DB0CAA" w:rsidP="003C41FD">
            <w:r w:rsidRPr="00CE7B24">
              <w:t>Функции.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Квадратные корни.</w:t>
            </w:r>
          </w:p>
          <w:p w:rsidR="00DB0CAA" w:rsidRPr="00CE7B24" w:rsidRDefault="00DB0CAA" w:rsidP="003C41FD"/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Квадратные уравнения.</w:t>
            </w:r>
          </w:p>
          <w:p w:rsidR="00DB0CAA" w:rsidRPr="00CE7B24" w:rsidRDefault="00DB0CAA" w:rsidP="003C41FD"/>
          <w:p w:rsidR="00DB0CAA" w:rsidRPr="00CE7B24" w:rsidRDefault="00DB0CAA" w:rsidP="003C41FD"/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Неравенства.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Степень с целым показателем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r w:rsidRPr="00CE7B24">
              <w:t>Решение упражнений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/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</w:tbl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</w:p>
    <w:p w:rsidR="00DB0CAA" w:rsidRPr="00CE7B24" w:rsidRDefault="00DB0CAA" w:rsidP="003C41FD">
      <w:pPr>
        <w:ind w:left="120"/>
        <w:jc w:val="center"/>
        <w:rPr>
          <w:b/>
          <w:bCs/>
          <w:sz w:val="28"/>
          <w:szCs w:val="28"/>
          <w:u w:val="single"/>
        </w:rPr>
      </w:pPr>
      <w:r w:rsidRPr="00CE7B24">
        <w:rPr>
          <w:b/>
          <w:bCs/>
          <w:sz w:val="28"/>
          <w:szCs w:val="28"/>
          <w:u w:val="single"/>
        </w:rPr>
        <w:t>9 класс</w:t>
      </w: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tbl>
      <w:tblPr>
        <w:tblW w:w="87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4807"/>
        <w:gridCol w:w="1701"/>
        <w:gridCol w:w="1417"/>
      </w:tblGrid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№ п/п</w:t>
            </w: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 xml:space="preserve">                    ТЕМЫ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Кол-во часов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Контрольные работы</w:t>
            </w: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 xml:space="preserve">Глава 1. </w:t>
            </w:r>
            <w:r w:rsidRPr="00CE7B24">
              <w:rPr>
                <w:b/>
                <w:bCs/>
                <w:color w:val="000000"/>
                <w:sz w:val="28"/>
                <w:szCs w:val="28"/>
              </w:rPr>
              <w:t>Свойства функций. Квадратичная функция</w:t>
            </w:r>
            <w:r w:rsidRPr="00CE7B24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</w:tcPr>
          <w:p w:rsidR="00DB0CAA" w:rsidRPr="00CE7B24" w:rsidRDefault="00DB0CAA" w:rsidP="00A3584B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Функция. Область определения и область значений функции.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Свойства функций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Квадратный трехчлен и его корни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Функция. Область определения и область значений функции.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rPr>
                <w:color w:val="000000"/>
              </w:rPr>
            </w:pPr>
            <w:r w:rsidRPr="00CE7B24">
              <w:rPr>
                <w:color w:val="000000"/>
              </w:rPr>
              <w:t>Функция </w:t>
            </w:r>
            <w:r w:rsidRPr="00CE7B24">
              <w:rPr>
                <w:i/>
                <w:iCs/>
                <w:color w:val="000000"/>
              </w:rPr>
              <w:t>y=ax</w:t>
            </w:r>
            <w:r w:rsidRPr="00CE7B24">
              <w:rPr>
                <w:i/>
                <w:iCs/>
                <w:color w:val="000000"/>
                <w:vertAlign w:val="superscript"/>
              </w:rPr>
              <w:t>2 </w:t>
            </w:r>
            <w:r w:rsidRPr="00CE7B24">
              <w:rPr>
                <w:color w:val="000000"/>
              </w:rPr>
              <w:t>, ее график и свойства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Графики функций</w:t>
            </w:r>
          </w:p>
          <w:p w:rsidR="00DB0CAA" w:rsidRPr="00CE7B24" w:rsidRDefault="00DB0CAA" w:rsidP="003C41FD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 </w:t>
            </w:r>
            <w:r w:rsidRPr="00CE7B24">
              <w:rPr>
                <w:i/>
                <w:iCs/>
                <w:color w:val="000000"/>
              </w:rPr>
              <w:t>y=ax</w:t>
            </w:r>
            <w:r w:rsidRPr="00CE7B24">
              <w:rPr>
                <w:i/>
                <w:iCs/>
                <w:color w:val="000000"/>
                <w:vertAlign w:val="superscript"/>
              </w:rPr>
              <w:t>2</w:t>
            </w:r>
            <w:r w:rsidRPr="00CE7B24">
              <w:rPr>
                <w:i/>
                <w:iCs/>
                <w:color w:val="000000"/>
              </w:rPr>
              <w:t>+n</w:t>
            </w:r>
            <w:r w:rsidRPr="00CE7B24">
              <w:rPr>
                <w:color w:val="000000"/>
              </w:rPr>
              <w:t> и</w:t>
            </w:r>
          </w:p>
          <w:p w:rsidR="00DB0CAA" w:rsidRPr="00CE7B24" w:rsidRDefault="00DB0CAA" w:rsidP="003C41FD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 </w:t>
            </w:r>
            <w:r w:rsidRPr="00CE7B24">
              <w:rPr>
                <w:i/>
                <w:iCs/>
                <w:color w:val="000000"/>
              </w:rPr>
              <w:t>y=a(x-m)</w:t>
            </w:r>
            <w:r w:rsidRPr="00CE7B24">
              <w:rPr>
                <w:i/>
                <w:iCs/>
                <w:color w:val="000000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Построение графика квадратичной функции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Функция </w:t>
            </w:r>
            <w:r w:rsidRPr="00CE7B24">
              <w:rPr>
                <w:i/>
                <w:iCs/>
                <w:color w:val="000000"/>
              </w:rPr>
              <w:t>y=x</w:t>
            </w:r>
            <w:r w:rsidRPr="00CE7B24">
              <w:rPr>
                <w:i/>
                <w:iCs/>
                <w:color w:val="000000"/>
                <w:vertAlign w:val="superscript"/>
              </w:rPr>
              <w:t>n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3C41FD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Корень </w:t>
            </w:r>
            <w:r w:rsidRPr="00CE7B24">
              <w:rPr>
                <w:i/>
                <w:iCs/>
                <w:color w:val="000000"/>
              </w:rPr>
              <w:t>n</w:t>
            </w:r>
            <w:r w:rsidRPr="00CE7B24">
              <w:rPr>
                <w:color w:val="000000"/>
              </w:rPr>
              <w:t>-ой степени.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AD266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CE7B24">
              <w:rPr>
                <w:b/>
                <w:bCs/>
                <w:sz w:val="28"/>
                <w:szCs w:val="28"/>
              </w:rPr>
              <w:t>Глава 2. Уравнения и неравенства с одной переменной</w:t>
            </w:r>
          </w:p>
        </w:tc>
        <w:tc>
          <w:tcPr>
            <w:tcW w:w="1701" w:type="dxa"/>
          </w:tcPr>
          <w:p w:rsidR="00DB0CAA" w:rsidRPr="00CE7B24" w:rsidRDefault="00DB0CAA" w:rsidP="00A3584B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16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E7B24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Целое уравнение и его корни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Дробные рациональные уравнения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Решение неравенств второй степени с одной переменной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Решение неравенств методом интервалов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AD2669">
            <w:pPr>
              <w:pStyle w:val="Default"/>
              <w:spacing w:after="240"/>
              <w:rPr>
                <w:b/>
                <w:bCs/>
                <w:sz w:val="28"/>
                <w:szCs w:val="28"/>
              </w:rPr>
            </w:pPr>
            <w:r w:rsidRPr="00CE7B24">
              <w:rPr>
                <w:b/>
                <w:bCs/>
                <w:sz w:val="28"/>
                <w:szCs w:val="28"/>
              </w:rPr>
              <w:t>Глава 3. Уравнения и неравенства с двумя переменными</w:t>
            </w:r>
          </w:p>
        </w:tc>
        <w:tc>
          <w:tcPr>
            <w:tcW w:w="1701" w:type="dxa"/>
          </w:tcPr>
          <w:p w:rsidR="00DB0CAA" w:rsidRPr="00CE7B24" w:rsidRDefault="00DB0CAA" w:rsidP="00A3584B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19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E7B24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Уравнение с двумя переменными и его график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Графический способ решения систем уравнений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Решение систем второй степени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Решение задач с помощью систем уравнений второй степени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Неравенства с двумя переменными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Системы неравенств с двумя переменными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AD266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CE7B24">
              <w:rPr>
                <w:b/>
                <w:bCs/>
                <w:sz w:val="28"/>
                <w:szCs w:val="28"/>
              </w:rPr>
              <w:t>Глава 4. Прогрессии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15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2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 xml:space="preserve">Последовательности. 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Определение арифметической прогрессии. Формула </w:t>
            </w:r>
            <w:r w:rsidRPr="00CE7B24">
              <w:rPr>
                <w:i/>
                <w:iCs/>
                <w:color w:val="000000"/>
              </w:rPr>
              <w:t>n</w:t>
            </w:r>
            <w:r w:rsidRPr="00CE7B24">
              <w:rPr>
                <w:color w:val="000000"/>
              </w:rPr>
              <w:t>-го члена арифметической прогрессии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Формула суммы </w:t>
            </w:r>
            <w:r w:rsidRPr="00CE7B24">
              <w:rPr>
                <w:i/>
                <w:iCs/>
                <w:color w:val="000000"/>
              </w:rPr>
              <w:t xml:space="preserve">n </w:t>
            </w:r>
            <w:r w:rsidRPr="00CE7B24">
              <w:rPr>
                <w:color w:val="000000"/>
              </w:rPr>
              <w:t>первых членов арифметической прогрессии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Определение геометрической прогрессии. Формула </w:t>
            </w:r>
            <w:r w:rsidRPr="00CE7B24">
              <w:rPr>
                <w:i/>
                <w:iCs/>
                <w:color w:val="000000"/>
              </w:rPr>
              <w:t>n</w:t>
            </w:r>
            <w:r w:rsidRPr="00CE7B24">
              <w:rPr>
                <w:color w:val="000000"/>
              </w:rPr>
              <w:t>-го члена геометрической прогрессии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AD2669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Формула суммы </w:t>
            </w:r>
            <w:r w:rsidRPr="00CE7B24">
              <w:rPr>
                <w:i/>
                <w:iCs/>
                <w:color w:val="000000"/>
              </w:rPr>
              <w:t xml:space="preserve">n </w:t>
            </w:r>
            <w:r w:rsidRPr="00CE7B24">
              <w:rPr>
                <w:color w:val="000000"/>
              </w:rPr>
              <w:t>первых членов геометрической прогрессии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AD266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CE7B24">
              <w:rPr>
                <w:b/>
                <w:bCs/>
                <w:sz w:val="28"/>
                <w:szCs w:val="28"/>
              </w:rPr>
              <w:t>Глава 5. Элементы комбинаторики и теории вероятности.</w:t>
            </w:r>
          </w:p>
        </w:tc>
        <w:tc>
          <w:tcPr>
            <w:tcW w:w="1701" w:type="dxa"/>
          </w:tcPr>
          <w:p w:rsidR="00DB0CAA" w:rsidRPr="00CE7B24" w:rsidRDefault="00DB0CAA" w:rsidP="00286F32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E7B24">
              <w:rPr>
                <w:b/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1417" w:type="dxa"/>
          </w:tcPr>
          <w:p w:rsidR="00DB0CAA" w:rsidRPr="00CE7B24" w:rsidRDefault="00DB0CAA" w:rsidP="00AD2669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Примеры комбинаторных задач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Перестановки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Размещения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Сочетания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Относительная частота случайного события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Вероятность равновозможных событий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5637" w:type="dxa"/>
            <w:gridSpan w:val="2"/>
          </w:tcPr>
          <w:p w:rsidR="00DB0CAA" w:rsidRPr="00CE7B24" w:rsidRDefault="00DB0CAA" w:rsidP="005C54E3">
            <w:pPr>
              <w:spacing w:after="150"/>
              <w:rPr>
                <w:b/>
                <w:bCs/>
                <w:color w:val="000000"/>
                <w:sz w:val="28"/>
                <w:szCs w:val="28"/>
              </w:rPr>
            </w:pPr>
            <w:r w:rsidRPr="00CE7B24">
              <w:rPr>
                <w:b/>
                <w:bCs/>
                <w:color w:val="000000"/>
                <w:sz w:val="28"/>
                <w:szCs w:val="28"/>
              </w:rPr>
              <w:t>Глава 6. Повторение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14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  <w:rPr>
                <w:b/>
                <w:bCs/>
              </w:rPr>
            </w:pPr>
            <w:r w:rsidRPr="00CE7B24">
              <w:rPr>
                <w:b/>
                <w:bCs/>
              </w:rPr>
              <w:t>1</w:t>
            </w: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Алгебраические выражения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Уравнения и их системы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rPr>
          <w:trHeight w:val="70"/>
        </w:trPr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Текстовые задачи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3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Неравенства и их системы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Функции и графики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  <w:tr w:rsidR="00DB0CAA" w:rsidRPr="00CE7B24">
        <w:tc>
          <w:tcPr>
            <w:tcW w:w="830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  <w:tc>
          <w:tcPr>
            <w:tcW w:w="4807" w:type="dxa"/>
          </w:tcPr>
          <w:p w:rsidR="00DB0CAA" w:rsidRPr="00CE7B24" w:rsidRDefault="00DB0CAA" w:rsidP="005C54E3">
            <w:pPr>
              <w:spacing w:after="150"/>
              <w:rPr>
                <w:color w:val="000000"/>
              </w:rPr>
            </w:pPr>
            <w:r w:rsidRPr="00CE7B24">
              <w:rPr>
                <w:color w:val="000000"/>
              </w:rPr>
              <w:t>Прогрессии</w:t>
            </w:r>
          </w:p>
        </w:tc>
        <w:tc>
          <w:tcPr>
            <w:tcW w:w="1701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1</w:t>
            </w:r>
          </w:p>
          <w:p w:rsidR="00DB0CAA" w:rsidRPr="00CE7B24" w:rsidRDefault="00DB0CAA" w:rsidP="003C41FD">
            <w:pPr>
              <w:spacing w:line="360" w:lineRule="auto"/>
              <w:jc w:val="both"/>
            </w:pPr>
            <w:r w:rsidRPr="00CE7B24">
              <w:t>2</w:t>
            </w:r>
          </w:p>
        </w:tc>
        <w:tc>
          <w:tcPr>
            <w:tcW w:w="1417" w:type="dxa"/>
          </w:tcPr>
          <w:p w:rsidR="00DB0CAA" w:rsidRPr="00CE7B24" w:rsidRDefault="00DB0CAA" w:rsidP="003C41FD">
            <w:pPr>
              <w:spacing w:line="360" w:lineRule="auto"/>
              <w:jc w:val="both"/>
            </w:pPr>
          </w:p>
        </w:tc>
      </w:tr>
    </w:tbl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Pr="00CE7B24" w:rsidRDefault="00DB0CAA" w:rsidP="00320D68">
      <w:pPr>
        <w:tabs>
          <w:tab w:val="left" w:pos="6663"/>
        </w:tabs>
        <w:jc w:val="center"/>
        <w:rPr>
          <w:sz w:val="28"/>
          <w:szCs w:val="28"/>
        </w:rPr>
      </w:pPr>
    </w:p>
    <w:p w:rsidR="00DB0CAA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p w:rsidR="00DB0CAA" w:rsidRDefault="00DB0CAA" w:rsidP="00320D68">
      <w:pPr>
        <w:tabs>
          <w:tab w:val="left" w:pos="6663"/>
        </w:tabs>
        <w:jc w:val="center"/>
        <w:rPr>
          <w:b/>
          <w:bCs/>
          <w:i/>
          <w:iCs/>
          <w:sz w:val="28"/>
          <w:szCs w:val="28"/>
          <w:u w:val="single"/>
        </w:rPr>
      </w:pPr>
    </w:p>
    <w:sectPr w:rsidR="00DB0CAA" w:rsidSect="00566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CAA" w:rsidRDefault="00DB0CAA" w:rsidP="004D47FF">
      <w:r>
        <w:separator/>
      </w:r>
    </w:p>
  </w:endnote>
  <w:endnote w:type="continuationSeparator" w:id="0">
    <w:p w:rsidR="00DB0CAA" w:rsidRDefault="00DB0CAA" w:rsidP="004D4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CAA" w:rsidRDefault="00DB0CAA" w:rsidP="004D47FF">
      <w:r>
        <w:separator/>
      </w:r>
    </w:p>
  </w:footnote>
  <w:footnote w:type="continuationSeparator" w:id="0">
    <w:p w:rsidR="00DB0CAA" w:rsidRDefault="00DB0CAA" w:rsidP="004D47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55309"/>
    <w:multiLevelType w:val="hybridMultilevel"/>
    <w:tmpl w:val="33D00F10"/>
    <w:lvl w:ilvl="0" w:tplc="8BFCC1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2E97"/>
    <w:multiLevelType w:val="hybridMultilevel"/>
    <w:tmpl w:val="37E231A2"/>
    <w:lvl w:ilvl="0" w:tplc="8132E59E">
      <w:start w:val="1"/>
      <w:numFmt w:val="bullet"/>
      <w:lvlText w:val="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4E0246"/>
    <w:multiLevelType w:val="hybridMultilevel"/>
    <w:tmpl w:val="AD4EF6C6"/>
    <w:lvl w:ilvl="0" w:tplc="8132E59E">
      <w:start w:val="1"/>
      <w:numFmt w:val="bullet"/>
      <w:lvlText w:val="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2637019"/>
    <w:multiLevelType w:val="hybridMultilevel"/>
    <w:tmpl w:val="9D86C4EA"/>
    <w:lvl w:ilvl="0" w:tplc="8132E59E">
      <w:start w:val="1"/>
      <w:numFmt w:val="bullet"/>
      <w:lvlText w:val="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71601DB"/>
    <w:multiLevelType w:val="hybridMultilevel"/>
    <w:tmpl w:val="A03451F0"/>
    <w:lvl w:ilvl="0" w:tplc="8132E59E">
      <w:start w:val="1"/>
      <w:numFmt w:val="bullet"/>
      <w:lvlText w:val="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7DC4256"/>
    <w:multiLevelType w:val="hybridMultilevel"/>
    <w:tmpl w:val="26863F8E"/>
    <w:lvl w:ilvl="0" w:tplc="8132E59E">
      <w:start w:val="1"/>
      <w:numFmt w:val="bullet"/>
      <w:lvlText w:val="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4BF23E0"/>
    <w:multiLevelType w:val="hybridMultilevel"/>
    <w:tmpl w:val="07EC6A28"/>
    <w:lvl w:ilvl="0" w:tplc="8132E59E">
      <w:start w:val="1"/>
      <w:numFmt w:val="bullet"/>
      <w:lvlText w:val="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B93"/>
    <w:rsid w:val="000300CA"/>
    <w:rsid w:val="0014353D"/>
    <w:rsid w:val="00143B38"/>
    <w:rsid w:val="001466A7"/>
    <w:rsid w:val="001B3B93"/>
    <w:rsid w:val="00262E74"/>
    <w:rsid w:val="00286F32"/>
    <w:rsid w:val="002A2B57"/>
    <w:rsid w:val="00320D68"/>
    <w:rsid w:val="00397BE0"/>
    <w:rsid w:val="003B7D4D"/>
    <w:rsid w:val="003C20EA"/>
    <w:rsid w:val="003C41FD"/>
    <w:rsid w:val="003D5463"/>
    <w:rsid w:val="003D6BDB"/>
    <w:rsid w:val="003E30D0"/>
    <w:rsid w:val="003F246C"/>
    <w:rsid w:val="0048221F"/>
    <w:rsid w:val="004857B0"/>
    <w:rsid w:val="004D47FF"/>
    <w:rsid w:val="004F4310"/>
    <w:rsid w:val="005174DD"/>
    <w:rsid w:val="00560424"/>
    <w:rsid w:val="005662B2"/>
    <w:rsid w:val="00577229"/>
    <w:rsid w:val="005A4169"/>
    <w:rsid w:val="005B2764"/>
    <w:rsid w:val="005C54E3"/>
    <w:rsid w:val="005F7EE5"/>
    <w:rsid w:val="0060236A"/>
    <w:rsid w:val="0066150C"/>
    <w:rsid w:val="00666D4A"/>
    <w:rsid w:val="006E5648"/>
    <w:rsid w:val="007409B5"/>
    <w:rsid w:val="0079335C"/>
    <w:rsid w:val="007D747A"/>
    <w:rsid w:val="00826337"/>
    <w:rsid w:val="008D1DC6"/>
    <w:rsid w:val="008F2257"/>
    <w:rsid w:val="009871E5"/>
    <w:rsid w:val="009A251A"/>
    <w:rsid w:val="009A4FA0"/>
    <w:rsid w:val="00A1222E"/>
    <w:rsid w:val="00A3584B"/>
    <w:rsid w:val="00A54967"/>
    <w:rsid w:val="00AD2669"/>
    <w:rsid w:val="00AE5DFD"/>
    <w:rsid w:val="00B3321E"/>
    <w:rsid w:val="00B40585"/>
    <w:rsid w:val="00B45D81"/>
    <w:rsid w:val="00B57BFA"/>
    <w:rsid w:val="00BC75B6"/>
    <w:rsid w:val="00C46629"/>
    <w:rsid w:val="00C674CA"/>
    <w:rsid w:val="00CC032C"/>
    <w:rsid w:val="00CD2A31"/>
    <w:rsid w:val="00CE7B24"/>
    <w:rsid w:val="00D50BC9"/>
    <w:rsid w:val="00DB0CAA"/>
    <w:rsid w:val="00E340EB"/>
    <w:rsid w:val="00E350AB"/>
    <w:rsid w:val="00E8414B"/>
    <w:rsid w:val="00EB16C4"/>
    <w:rsid w:val="00EB3086"/>
    <w:rsid w:val="00EB32DD"/>
    <w:rsid w:val="00ED3A8B"/>
    <w:rsid w:val="00F22974"/>
    <w:rsid w:val="00F34A9F"/>
    <w:rsid w:val="00F74174"/>
    <w:rsid w:val="00F91486"/>
    <w:rsid w:val="00FD6E39"/>
    <w:rsid w:val="00FF5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B9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aliases w:val="Обычный 2"/>
    <w:basedOn w:val="Normal"/>
    <w:next w:val="Normal"/>
    <w:link w:val="Heading3Char"/>
    <w:uiPriority w:val="99"/>
    <w:qFormat/>
    <w:rsid w:val="005174DD"/>
    <w:pPr>
      <w:spacing w:before="100" w:beforeAutospacing="1" w:after="100" w:afterAutospacing="1"/>
      <w:outlineLvl w:val="2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Обычный 2 Char"/>
    <w:basedOn w:val="DefaultParagraphFont"/>
    <w:link w:val="Heading3"/>
    <w:uiPriority w:val="99"/>
    <w:locked/>
    <w:rsid w:val="005174D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rsid w:val="006E5648"/>
    <w:pPr>
      <w:spacing w:before="75" w:after="150"/>
    </w:pPr>
    <w:rPr>
      <w:rFonts w:ascii="Verdana" w:hAnsi="Verdana" w:cs="Verdana"/>
      <w:sz w:val="18"/>
      <w:szCs w:val="18"/>
    </w:rPr>
  </w:style>
  <w:style w:type="paragraph" w:styleId="NoSpacing">
    <w:name w:val="No Spacing"/>
    <w:uiPriority w:val="99"/>
    <w:qFormat/>
    <w:rsid w:val="00B57BFA"/>
    <w:rPr>
      <w:rFonts w:cs="Calibri"/>
      <w:lang w:eastAsia="en-US"/>
    </w:rPr>
  </w:style>
  <w:style w:type="paragraph" w:customStyle="1" w:styleId="3">
    <w:name w:val="Знак Знак3 Знак Знак"/>
    <w:basedOn w:val="Normal"/>
    <w:uiPriority w:val="99"/>
    <w:rsid w:val="004D47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4D47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D47FF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D47F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47F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D47F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47FF"/>
    <w:rPr>
      <w:rFonts w:ascii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4DD"/>
    <w:pPr>
      <w:numPr>
        <w:ilvl w:val="1"/>
      </w:numPr>
      <w:spacing w:after="200" w:line="276" w:lineRule="auto"/>
    </w:pPr>
    <w:rPr>
      <w:rFonts w:ascii="Cambria" w:eastAsia="Calibri" w:hAnsi="Cambria" w:cs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4DD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4DD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3E30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79335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7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6.wmf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273</TotalTime>
  <Pages>18</Pages>
  <Words>4983</Words>
  <Characters>28406</Characters>
  <Application>Microsoft Office Outlook</Application>
  <DocSecurity>0</DocSecurity>
  <Lines>0</Lines>
  <Paragraphs>0</Paragraphs>
  <ScaleCrop>false</ScaleCrop>
  <Company>BLACKEDITION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BLACKEDITION</cp:lastModifiedBy>
  <cp:revision>8</cp:revision>
  <dcterms:created xsi:type="dcterms:W3CDTF">2016-09-23T18:59:00Z</dcterms:created>
  <dcterms:modified xsi:type="dcterms:W3CDTF">2019-10-08T11:09:00Z</dcterms:modified>
</cp:coreProperties>
</file>